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3D" w:rsidRDefault="00BA333D" w:rsidP="000362C5">
      <w:pPr>
        <w:tabs>
          <w:tab w:val="left" w:pos="210"/>
        </w:tabs>
        <w:rPr>
          <w:b/>
        </w:rPr>
      </w:pPr>
      <w:r>
        <w:rPr>
          <w:noProof/>
          <w:lang w:eastAsia="pl-PL"/>
        </w:rPr>
        <w:pict>
          <v:rect id="Prostokąt 6" o:spid="_x0000_s1027" style="position:absolute;margin-left:-39.4pt;margin-top:-1.75pt;width:172.25pt;height:84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">
            <v:textbox style="mso-next-textbox:#Prostokąt 6" inset="0,0,0,0">
              <w:txbxContent>
                <w:p w:rsidR="00BA333D" w:rsidRDefault="00BA333D" w:rsidP="000362C5"/>
                <w:p w:rsidR="00BA333D" w:rsidRDefault="00BA333D" w:rsidP="000362C5">
                  <w:pPr>
                    <w:jc w:val="center"/>
                  </w:pPr>
                </w:p>
                <w:p w:rsidR="00BA333D" w:rsidRDefault="00BA333D" w:rsidP="000362C5">
                  <w:pPr>
                    <w:jc w:val="center"/>
                  </w:pPr>
                </w:p>
                <w:p w:rsidR="00BA333D" w:rsidRDefault="00BA333D" w:rsidP="000362C5">
                  <w:pPr>
                    <w:jc w:val="center"/>
                  </w:pPr>
                </w:p>
                <w:p w:rsidR="00BA333D" w:rsidRDefault="00BA333D" w:rsidP="000362C5">
                  <w:pPr>
                    <w:jc w:val="center"/>
                  </w:pPr>
                </w:p>
                <w:p w:rsidR="00BA333D" w:rsidRPr="00F14857" w:rsidRDefault="00BA333D" w:rsidP="000362C5">
                  <w:pPr>
                    <w:jc w:val="center"/>
                    <w:rPr>
                      <w:sz w:val="20"/>
                      <w:szCs w:val="20"/>
                    </w:rPr>
                  </w:pPr>
                  <w:r w:rsidRPr="00F14857">
                    <w:rPr>
                      <w:sz w:val="20"/>
                      <w:szCs w:val="20"/>
                    </w:rPr>
                    <w:t>(pieczęć Wykonawcy)</w:t>
                  </w:r>
                </w:p>
              </w:txbxContent>
            </v:textbox>
          </v:rect>
        </w:pict>
      </w:r>
    </w:p>
    <w:p w:rsidR="00BA333D" w:rsidRPr="003E0DBD" w:rsidRDefault="00BA333D" w:rsidP="000362C5">
      <w:pPr>
        <w:jc w:val="center"/>
        <w:rPr>
          <w:b/>
          <w:bCs/>
        </w:rPr>
      </w:pPr>
    </w:p>
    <w:p w:rsidR="00BA333D" w:rsidRDefault="00BA333D" w:rsidP="000362C5">
      <w:pPr>
        <w:spacing w:before="120" w:after="120"/>
        <w:jc w:val="center"/>
        <w:rPr>
          <w:b/>
          <w:bCs/>
          <w:u w:val="single"/>
        </w:rPr>
      </w:pPr>
    </w:p>
    <w:p w:rsidR="00BA333D" w:rsidRDefault="00BA333D" w:rsidP="000362C5">
      <w:pPr>
        <w:spacing w:before="120" w:after="120"/>
        <w:jc w:val="center"/>
        <w:rPr>
          <w:b/>
          <w:bCs/>
          <w:u w:val="single"/>
        </w:rPr>
      </w:pPr>
    </w:p>
    <w:p w:rsidR="00BA333D" w:rsidRDefault="00BA333D" w:rsidP="000362C5">
      <w:pPr>
        <w:spacing w:before="120" w:after="120"/>
        <w:jc w:val="center"/>
        <w:rPr>
          <w:b/>
          <w:bCs/>
          <w:u w:val="single"/>
        </w:rPr>
      </w:pPr>
    </w:p>
    <w:p w:rsidR="00BA333D" w:rsidRDefault="00BA333D" w:rsidP="000362C5">
      <w:pPr>
        <w:spacing w:before="120" w:after="120"/>
        <w:jc w:val="center"/>
        <w:rPr>
          <w:rFonts w:ascii="Bookman Old Style" w:hAnsi="Bookman Old Style"/>
          <w:b/>
          <w:bCs/>
          <w:sz w:val="20"/>
          <w:szCs w:val="20"/>
          <w:u w:val="single"/>
        </w:rPr>
      </w:pPr>
      <w:r w:rsidRPr="0044254F">
        <w:rPr>
          <w:rFonts w:ascii="Bookman Old Style" w:hAnsi="Bookman Old Style"/>
          <w:b/>
          <w:bCs/>
          <w:sz w:val="20"/>
          <w:szCs w:val="20"/>
          <w:u w:val="single"/>
        </w:rPr>
        <w:t xml:space="preserve">OFERTA </w:t>
      </w:r>
    </w:p>
    <w:p w:rsidR="00BA333D" w:rsidRPr="0044254F" w:rsidRDefault="00BA333D" w:rsidP="000362C5">
      <w:pPr>
        <w:spacing w:before="120" w:after="120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44254F">
        <w:rPr>
          <w:rFonts w:ascii="Bookman Old Style" w:hAnsi="Bookman Old Style"/>
          <w:b/>
          <w:bCs/>
          <w:sz w:val="20"/>
          <w:szCs w:val="20"/>
        </w:rPr>
        <w:t xml:space="preserve">na </w:t>
      </w:r>
    </w:p>
    <w:p w:rsidR="00BA333D" w:rsidRDefault="00BA333D" w:rsidP="000362C5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 w:rsidRPr="00E37A93">
        <w:rPr>
          <w:rFonts w:ascii="Bookman Old Style" w:hAnsi="Bookman Old Style"/>
          <w:b/>
          <w:sz w:val="20"/>
          <w:szCs w:val="20"/>
        </w:rPr>
        <w:t xml:space="preserve">„Zakup </w:t>
      </w:r>
      <w:r>
        <w:rPr>
          <w:rFonts w:ascii="Bookman Old Style" w:hAnsi="Bookman Old Style"/>
          <w:b/>
          <w:sz w:val="20"/>
          <w:szCs w:val="20"/>
        </w:rPr>
        <w:t>energii elektrycznej</w:t>
      </w:r>
      <w:r w:rsidRPr="00E37A93">
        <w:rPr>
          <w:rFonts w:ascii="Bookman Old Style" w:hAnsi="Bookman Old Style"/>
          <w:b/>
          <w:sz w:val="20"/>
          <w:szCs w:val="20"/>
        </w:rPr>
        <w:t xml:space="preserve"> na potrzeby </w:t>
      </w:r>
    </w:p>
    <w:p w:rsidR="00BA333D" w:rsidRDefault="00BA333D" w:rsidP="000362C5">
      <w:pPr>
        <w:widowControl w:val="0"/>
        <w:tabs>
          <w:tab w:val="left" w:pos="567"/>
          <w:tab w:val="left" w:pos="850"/>
        </w:tabs>
        <w:snapToGrid w:val="0"/>
        <w:ind w:left="284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oświetlenia przestrzeni publicznej Gminy Mstów</w:t>
      </w:r>
      <w:r w:rsidRPr="00E37A93">
        <w:rPr>
          <w:rFonts w:ascii="Bookman Old Style" w:hAnsi="Bookman Old Style"/>
          <w:b/>
          <w:sz w:val="20"/>
          <w:szCs w:val="20"/>
        </w:rPr>
        <w:t>"</w:t>
      </w:r>
    </w:p>
    <w:p w:rsidR="00BA333D" w:rsidRDefault="00BA333D" w:rsidP="000362C5">
      <w:pPr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BA333D" w:rsidRPr="008444B9" w:rsidRDefault="00BA333D" w:rsidP="000362C5">
      <w:pPr>
        <w:jc w:val="center"/>
        <w:rPr>
          <w:rFonts w:ascii="Bookman Old Style" w:hAnsi="Bookman Old Style"/>
          <w:sz w:val="20"/>
          <w:szCs w:val="20"/>
        </w:rPr>
      </w:pPr>
    </w:p>
    <w:p w:rsidR="00BA333D" w:rsidRPr="0044254F" w:rsidRDefault="00BA333D" w:rsidP="000362C5">
      <w:pPr>
        <w:pStyle w:val="FootnoteText"/>
        <w:jc w:val="center"/>
        <w:rPr>
          <w:rFonts w:ascii="Bookman Old Style" w:hAnsi="Bookman Old Style"/>
          <w:iCs/>
        </w:rPr>
      </w:pPr>
      <w:r w:rsidRPr="0044254F">
        <w:rPr>
          <w:rFonts w:ascii="Bookman Old Style" w:hAnsi="Bookman Old Style"/>
          <w:i/>
          <w:iCs/>
        </w:rPr>
        <w:t>………………………………………………………………………………………………………………</w:t>
      </w:r>
      <w:r w:rsidRPr="0044254F">
        <w:rPr>
          <w:rFonts w:ascii="Bookman Old Style" w:hAnsi="Bookman Old Style"/>
          <w:iCs/>
        </w:rPr>
        <w:t>...</w:t>
      </w:r>
      <w:r w:rsidRPr="0044254F">
        <w:rPr>
          <w:rFonts w:ascii="Bookman Old Style" w:hAnsi="Bookman Old Style"/>
          <w:i/>
          <w:iCs/>
        </w:rPr>
        <w:t>………</w:t>
      </w:r>
    </w:p>
    <w:p w:rsidR="00BA333D" w:rsidRPr="0044254F" w:rsidRDefault="00BA333D" w:rsidP="000362C5">
      <w:pPr>
        <w:pStyle w:val="FootnoteText"/>
        <w:jc w:val="center"/>
        <w:rPr>
          <w:rFonts w:ascii="Bookman Old Style" w:hAnsi="Bookman Old Style"/>
          <w:i/>
          <w:iCs/>
        </w:rPr>
      </w:pPr>
      <w:r w:rsidRPr="0044254F">
        <w:rPr>
          <w:rFonts w:ascii="Bookman Old Style" w:hAnsi="Bookman Old Style"/>
          <w:i/>
          <w:iCs/>
        </w:rPr>
        <w:t>nazwa firmy</w:t>
      </w:r>
    </w:p>
    <w:p w:rsidR="00BA333D" w:rsidRPr="0044254F" w:rsidRDefault="00BA333D" w:rsidP="000362C5">
      <w:pPr>
        <w:pStyle w:val="FootnoteText"/>
        <w:jc w:val="center"/>
        <w:rPr>
          <w:rFonts w:ascii="Bookman Old Style" w:hAnsi="Bookman Old Style"/>
          <w:iCs/>
        </w:rPr>
      </w:pPr>
      <w:r w:rsidRPr="0044254F">
        <w:rPr>
          <w:rFonts w:ascii="Bookman Old Style" w:hAnsi="Bookman Old Style"/>
          <w:i/>
          <w:iCs/>
        </w:rPr>
        <w:t>………………………………………………………………………………………………………………</w:t>
      </w:r>
      <w:r w:rsidRPr="0044254F">
        <w:rPr>
          <w:rFonts w:ascii="Bookman Old Style" w:hAnsi="Bookman Old Style"/>
          <w:iCs/>
        </w:rPr>
        <w:t>...</w:t>
      </w:r>
      <w:r w:rsidRPr="0044254F">
        <w:rPr>
          <w:rFonts w:ascii="Bookman Old Style" w:hAnsi="Bookman Old Style"/>
          <w:i/>
          <w:iCs/>
        </w:rPr>
        <w:t>………</w:t>
      </w:r>
    </w:p>
    <w:p w:rsidR="00BA333D" w:rsidRPr="0044254F" w:rsidRDefault="00BA333D" w:rsidP="000362C5">
      <w:pPr>
        <w:pStyle w:val="FootnoteText"/>
        <w:jc w:val="center"/>
        <w:rPr>
          <w:rFonts w:ascii="Bookman Old Style" w:hAnsi="Bookman Old Style"/>
          <w:i/>
          <w:iCs/>
        </w:rPr>
      </w:pPr>
      <w:r w:rsidRPr="0044254F">
        <w:rPr>
          <w:rFonts w:ascii="Bookman Old Style" w:hAnsi="Bookman Old Style"/>
          <w:i/>
          <w:iCs/>
        </w:rPr>
        <w:t>adres</w:t>
      </w:r>
    </w:p>
    <w:p w:rsidR="00BA333D" w:rsidRPr="0044254F" w:rsidRDefault="00BA333D" w:rsidP="000362C5">
      <w:pPr>
        <w:pStyle w:val="FootnoteText"/>
        <w:jc w:val="center"/>
        <w:rPr>
          <w:rFonts w:ascii="Bookman Old Style" w:hAnsi="Bookman Old Style"/>
          <w:iCs/>
        </w:rPr>
      </w:pPr>
      <w:r w:rsidRPr="0044254F">
        <w:rPr>
          <w:rFonts w:ascii="Bookman Old Style" w:hAnsi="Bookman Old Style"/>
          <w:i/>
          <w:iCs/>
        </w:rPr>
        <w:t>………………………………………………………………………………………………………………</w:t>
      </w:r>
      <w:r w:rsidRPr="0044254F">
        <w:rPr>
          <w:rFonts w:ascii="Bookman Old Style" w:hAnsi="Bookman Old Style"/>
          <w:iCs/>
        </w:rPr>
        <w:t>...</w:t>
      </w:r>
      <w:r w:rsidRPr="0044254F">
        <w:rPr>
          <w:rFonts w:ascii="Bookman Old Style" w:hAnsi="Bookman Old Style"/>
          <w:i/>
          <w:iCs/>
        </w:rPr>
        <w:t>………</w:t>
      </w:r>
    </w:p>
    <w:p w:rsidR="00BA333D" w:rsidRPr="00722E3D" w:rsidRDefault="00BA333D" w:rsidP="000362C5">
      <w:pPr>
        <w:pStyle w:val="FootnoteText"/>
        <w:jc w:val="center"/>
        <w:rPr>
          <w:rFonts w:ascii="Bookman Old Style" w:hAnsi="Bookman Old Style"/>
          <w:i/>
          <w:iCs/>
        </w:rPr>
      </w:pPr>
      <w:r w:rsidRPr="00722E3D">
        <w:rPr>
          <w:rFonts w:ascii="Bookman Old Style" w:hAnsi="Bookman Old Style"/>
          <w:i/>
          <w:iCs/>
        </w:rPr>
        <w:t>Regon</w:t>
      </w:r>
    </w:p>
    <w:p w:rsidR="00BA333D" w:rsidRPr="00722E3D" w:rsidRDefault="00BA333D" w:rsidP="00911C13">
      <w:pPr>
        <w:pStyle w:val="FootnoteText"/>
        <w:jc w:val="center"/>
        <w:rPr>
          <w:rFonts w:ascii="Bookman Old Style" w:hAnsi="Bookman Old Style"/>
          <w:iCs/>
        </w:rPr>
      </w:pPr>
      <w:r w:rsidRPr="00722E3D">
        <w:rPr>
          <w:rFonts w:ascii="Bookman Old Style" w:hAnsi="Bookman Old Style"/>
          <w:i/>
          <w:iCs/>
        </w:rPr>
        <w:t>………………………………………………………………………………………………………………</w:t>
      </w:r>
      <w:r w:rsidRPr="00722E3D">
        <w:rPr>
          <w:rFonts w:ascii="Bookman Old Style" w:hAnsi="Bookman Old Style"/>
          <w:iCs/>
        </w:rPr>
        <w:t>...</w:t>
      </w:r>
      <w:r w:rsidRPr="00722E3D">
        <w:rPr>
          <w:rFonts w:ascii="Bookman Old Style" w:hAnsi="Bookman Old Style"/>
          <w:i/>
          <w:iCs/>
        </w:rPr>
        <w:t>………</w:t>
      </w:r>
    </w:p>
    <w:p w:rsidR="00BA333D" w:rsidRPr="00911C13" w:rsidRDefault="00BA333D" w:rsidP="00911C13">
      <w:pPr>
        <w:pStyle w:val="FootnoteText"/>
        <w:jc w:val="center"/>
        <w:rPr>
          <w:rFonts w:ascii="Bookman Old Style" w:hAnsi="Bookman Old Style"/>
          <w:i/>
          <w:iCs/>
        </w:rPr>
      </w:pPr>
      <w:r w:rsidRPr="00911C13">
        <w:rPr>
          <w:rFonts w:ascii="Bookman Old Style" w:hAnsi="Bookman Old Style"/>
          <w:i/>
          <w:iCs/>
        </w:rPr>
        <w:t>i</w:t>
      </w:r>
      <w:r>
        <w:rPr>
          <w:rFonts w:ascii="Bookman Old Style" w:hAnsi="Bookman Old Style"/>
          <w:i/>
          <w:iCs/>
        </w:rPr>
        <w:t>mię i nazwisko osoby wskazanej do kontaktu</w:t>
      </w:r>
    </w:p>
    <w:p w:rsidR="00BA333D" w:rsidRPr="00722E3D" w:rsidRDefault="00BA333D" w:rsidP="000362C5">
      <w:pPr>
        <w:pStyle w:val="FootnoteText"/>
        <w:jc w:val="center"/>
        <w:rPr>
          <w:rFonts w:ascii="Bookman Old Style" w:hAnsi="Bookman Old Style"/>
          <w:iCs/>
        </w:rPr>
      </w:pPr>
      <w:r w:rsidRPr="00722E3D">
        <w:rPr>
          <w:rFonts w:ascii="Bookman Old Style" w:hAnsi="Bookman Old Style"/>
          <w:i/>
          <w:iCs/>
        </w:rPr>
        <w:t>………………………………………………………………………………………………………………</w:t>
      </w:r>
      <w:r w:rsidRPr="00722E3D">
        <w:rPr>
          <w:rFonts w:ascii="Bookman Old Style" w:hAnsi="Bookman Old Style"/>
          <w:iCs/>
        </w:rPr>
        <w:t>...</w:t>
      </w:r>
      <w:r w:rsidRPr="00722E3D">
        <w:rPr>
          <w:rFonts w:ascii="Bookman Old Style" w:hAnsi="Bookman Old Style"/>
          <w:i/>
          <w:iCs/>
        </w:rPr>
        <w:t>………</w:t>
      </w:r>
    </w:p>
    <w:p w:rsidR="00BA333D" w:rsidRPr="00212040" w:rsidRDefault="00BA333D" w:rsidP="000362C5">
      <w:pPr>
        <w:pStyle w:val="FootnoteText"/>
        <w:jc w:val="center"/>
        <w:rPr>
          <w:rFonts w:ascii="Bookman Old Style" w:hAnsi="Bookman Old Style"/>
          <w:i/>
          <w:iCs/>
          <w:lang w:val="en-US"/>
        </w:rPr>
      </w:pPr>
      <w:r w:rsidRPr="00212040">
        <w:rPr>
          <w:rFonts w:ascii="Bookman Old Style" w:hAnsi="Bookman Old Style"/>
          <w:i/>
          <w:iCs/>
          <w:lang w:val="en-US"/>
        </w:rPr>
        <w:t>telefon, faks, e-mail</w:t>
      </w:r>
    </w:p>
    <w:p w:rsidR="00BA333D" w:rsidRPr="00212040" w:rsidRDefault="00BA333D" w:rsidP="000362C5">
      <w:pPr>
        <w:pStyle w:val="FootnoteText"/>
        <w:jc w:val="center"/>
        <w:rPr>
          <w:rFonts w:ascii="Bookman Old Style" w:hAnsi="Bookman Old Style"/>
          <w:i/>
          <w:iCs/>
          <w:lang w:val="en-US"/>
        </w:rPr>
      </w:pPr>
    </w:p>
    <w:p w:rsidR="00BA333D" w:rsidRPr="0044254F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W odpowiedzi na ogłoszenie o przetargu oferuję wykonanie przedmiotu zamówienia za cenę:</w:t>
      </w:r>
    </w:p>
    <w:p w:rsidR="00BA333D" w:rsidRPr="0044254F" w:rsidRDefault="00BA333D" w:rsidP="000362C5">
      <w:pPr>
        <w:widowControl w:val="0"/>
        <w:ind w:left="284"/>
        <w:jc w:val="center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 w:cs="Arial"/>
          <w:sz w:val="20"/>
          <w:szCs w:val="20"/>
        </w:rPr>
        <w:t>netto: ………………………… zł</w:t>
      </w:r>
    </w:p>
    <w:p w:rsidR="00BA333D" w:rsidRPr="0044254F" w:rsidRDefault="00BA333D" w:rsidP="000362C5">
      <w:pPr>
        <w:pStyle w:val="Bezodstpw1"/>
        <w:ind w:firstLine="284"/>
        <w:jc w:val="center"/>
        <w:rPr>
          <w:rFonts w:ascii="Bookman Old Style" w:hAnsi="Bookman Old Style" w:cs="Arial"/>
          <w:sz w:val="20"/>
          <w:szCs w:val="20"/>
        </w:rPr>
      </w:pPr>
      <w:r w:rsidRPr="0044254F">
        <w:rPr>
          <w:rFonts w:ascii="Bookman Old Style" w:hAnsi="Bookman Old Style" w:cs="Arial"/>
          <w:sz w:val="20"/>
          <w:szCs w:val="20"/>
        </w:rPr>
        <w:t>stawka podatku VAT: ........% w kwocie: ………………………………. zł</w:t>
      </w:r>
    </w:p>
    <w:p w:rsidR="00BA333D" w:rsidRPr="0044254F" w:rsidRDefault="00BA333D" w:rsidP="000362C5">
      <w:pPr>
        <w:pStyle w:val="Bezodstpw1"/>
        <w:ind w:firstLine="284"/>
        <w:jc w:val="center"/>
        <w:rPr>
          <w:rFonts w:ascii="Bookman Old Style" w:hAnsi="Bookman Old Style" w:cs="Arial"/>
          <w:b/>
          <w:sz w:val="20"/>
          <w:szCs w:val="20"/>
        </w:rPr>
      </w:pPr>
      <w:r w:rsidRPr="0044254F">
        <w:rPr>
          <w:rFonts w:ascii="Bookman Old Style" w:hAnsi="Bookman Old Style" w:cs="Arial"/>
          <w:b/>
          <w:sz w:val="20"/>
          <w:szCs w:val="20"/>
        </w:rPr>
        <w:t>brutto: ……………………… zł</w:t>
      </w:r>
    </w:p>
    <w:p w:rsidR="00BA333D" w:rsidRPr="0044254F" w:rsidRDefault="00BA333D" w:rsidP="000362C5">
      <w:pPr>
        <w:pStyle w:val="Bezodstpw1"/>
        <w:ind w:firstLine="284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BA333D" w:rsidRPr="0044254F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na co składa się: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3"/>
        <w:gridCol w:w="1958"/>
        <w:gridCol w:w="1896"/>
        <w:gridCol w:w="1865"/>
        <w:gridCol w:w="1897"/>
      </w:tblGrid>
      <w:tr w:rsidR="00BA333D" w:rsidRPr="00E01863" w:rsidTr="001A2084">
        <w:trPr>
          <w:jc w:val="center"/>
        </w:trPr>
        <w:tc>
          <w:tcPr>
            <w:tcW w:w="2069" w:type="dxa"/>
          </w:tcPr>
          <w:p w:rsidR="00BA333D" w:rsidRPr="00E01863" w:rsidRDefault="00BA333D" w:rsidP="001A2084">
            <w:pPr>
              <w:autoSpaceDE w:val="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 w:cs="Arial"/>
                <w:b/>
                <w:sz w:val="20"/>
                <w:szCs w:val="20"/>
              </w:rPr>
              <w:t>Cena jednostkowa netto za</w:t>
            </w:r>
          </w:p>
          <w:p w:rsidR="00BA333D" w:rsidRPr="00E01863" w:rsidRDefault="00BA333D" w:rsidP="001A2084">
            <w:pPr>
              <w:autoSpaceDE w:val="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 w:cs="Arial"/>
                <w:b/>
                <w:sz w:val="20"/>
                <w:szCs w:val="20"/>
              </w:rPr>
              <w:t>1 MWh</w:t>
            </w:r>
          </w:p>
          <w:p w:rsidR="00BA333D" w:rsidRPr="00E01863" w:rsidRDefault="00BA333D" w:rsidP="001A2084">
            <w:pPr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069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Szacowane zużycie energii w okresie trwania umowy</w:t>
            </w:r>
          </w:p>
        </w:tc>
        <w:tc>
          <w:tcPr>
            <w:tcW w:w="2069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 w:cs="Arial"/>
                <w:b/>
                <w:sz w:val="20"/>
                <w:szCs w:val="20"/>
              </w:rPr>
              <w:t>Łączna cena netto (A*B)</w:t>
            </w:r>
          </w:p>
        </w:tc>
        <w:tc>
          <w:tcPr>
            <w:tcW w:w="2070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 xml:space="preserve">VAT </w:t>
            </w:r>
          </w:p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(23% z C)</w:t>
            </w:r>
          </w:p>
        </w:tc>
        <w:tc>
          <w:tcPr>
            <w:tcW w:w="2070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 xml:space="preserve">Łączna cena oferty brutto </w:t>
            </w:r>
          </w:p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(C+D)</w:t>
            </w:r>
          </w:p>
        </w:tc>
      </w:tr>
      <w:tr w:rsidR="00BA333D" w:rsidRPr="00E01863" w:rsidTr="001A2084">
        <w:trPr>
          <w:jc w:val="center"/>
        </w:trPr>
        <w:tc>
          <w:tcPr>
            <w:tcW w:w="2069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sz w:val="20"/>
                <w:szCs w:val="20"/>
              </w:rPr>
              <w:t>zł/MWh</w:t>
            </w:r>
          </w:p>
        </w:tc>
        <w:tc>
          <w:tcPr>
            <w:tcW w:w="2069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sz w:val="20"/>
                <w:szCs w:val="20"/>
              </w:rPr>
              <w:t>MWh</w:t>
            </w:r>
          </w:p>
        </w:tc>
        <w:tc>
          <w:tcPr>
            <w:tcW w:w="2069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2070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  <w:tc>
          <w:tcPr>
            <w:tcW w:w="2070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sz w:val="20"/>
                <w:szCs w:val="20"/>
              </w:rPr>
              <w:t>zł</w:t>
            </w:r>
          </w:p>
        </w:tc>
      </w:tr>
      <w:tr w:rsidR="00BA333D" w:rsidRPr="00E01863" w:rsidTr="001A2084">
        <w:trPr>
          <w:jc w:val="center"/>
        </w:trPr>
        <w:tc>
          <w:tcPr>
            <w:tcW w:w="2069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A</w:t>
            </w:r>
          </w:p>
        </w:tc>
        <w:tc>
          <w:tcPr>
            <w:tcW w:w="2069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B</w:t>
            </w:r>
          </w:p>
        </w:tc>
        <w:tc>
          <w:tcPr>
            <w:tcW w:w="2069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C</w:t>
            </w:r>
          </w:p>
        </w:tc>
        <w:tc>
          <w:tcPr>
            <w:tcW w:w="2070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D</w:t>
            </w:r>
          </w:p>
        </w:tc>
        <w:tc>
          <w:tcPr>
            <w:tcW w:w="2070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01863">
              <w:rPr>
                <w:rFonts w:ascii="Bookman Old Style" w:hAnsi="Bookman Old Style"/>
                <w:b/>
                <w:sz w:val="20"/>
                <w:szCs w:val="20"/>
              </w:rPr>
              <w:t>E</w:t>
            </w:r>
          </w:p>
        </w:tc>
      </w:tr>
      <w:tr w:rsidR="00BA333D" w:rsidRPr="00E01863" w:rsidTr="001A2084">
        <w:trPr>
          <w:jc w:val="center"/>
        </w:trPr>
        <w:tc>
          <w:tcPr>
            <w:tcW w:w="2069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069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812</w:t>
            </w:r>
          </w:p>
        </w:tc>
        <w:tc>
          <w:tcPr>
            <w:tcW w:w="2069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70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70" w:type="dxa"/>
          </w:tcPr>
          <w:p w:rsidR="00BA333D" w:rsidRPr="00E01863" w:rsidRDefault="00BA333D" w:rsidP="001A2084">
            <w:pPr>
              <w:jc w:val="center"/>
              <w:rPr>
                <w:rFonts w:ascii="Bookman Old Style" w:hAnsi="Bookman Old Style"/>
                <w:b/>
                <w:sz w:val="20"/>
                <w:szCs w:val="20"/>
                <w:highlight w:val="yellow"/>
              </w:rPr>
            </w:pPr>
          </w:p>
        </w:tc>
      </w:tr>
    </w:tbl>
    <w:p w:rsidR="00BA333D" w:rsidRPr="0044254F" w:rsidRDefault="00BA333D" w:rsidP="000362C5">
      <w:pPr>
        <w:pStyle w:val="Bezodstpw1"/>
        <w:rPr>
          <w:rFonts w:ascii="Bookman Old Style" w:hAnsi="Bookman Old Style" w:cs="Arial"/>
          <w:b/>
          <w:sz w:val="20"/>
          <w:szCs w:val="20"/>
        </w:rPr>
      </w:pPr>
    </w:p>
    <w:p w:rsidR="00BA333D" w:rsidRPr="0044254F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Oświadczam, że podana wyżej cena obejmuje wszelkie koszty związane z realizacją przedmiotu zamówienia.</w:t>
      </w:r>
    </w:p>
    <w:p w:rsidR="00BA333D" w:rsidRPr="0044254F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Oświadczam, że zapoznałem się ze Specyfikacją Istotnych Warunków Zamówienia i nie wnoszę do niej zastrzeżeń oraz uzyskałem konieczne informacje do przygotowania oferty.</w:t>
      </w:r>
    </w:p>
    <w:p w:rsidR="00BA333D" w:rsidRPr="0044254F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Zapewniam termin </w:t>
      </w:r>
      <w:r w:rsidRPr="0044254F">
        <w:rPr>
          <w:rFonts w:ascii="Bookman Old Style" w:hAnsi="Bookman Old Style" w:cs="Arial"/>
          <w:sz w:val="20"/>
          <w:szCs w:val="20"/>
        </w:rPr>
        <w:t xml:space="preserve">realizacji zamówienia: od </w:t>
      </w:r>
      <w:r w:rsidRPr="00225F47">
        <w:rPr>
          <w:rFonts w:ascii="Bookman Old Style" w:hAnsi="Bookman Old Style" w:cs="Arial"/>
          <w:b/>
          <w:sz w:val="20"/>
          <w:szCs w:val="20"/>
        </w:rPr>
        <w:t>0</w:t>
      </w:r>
      <w:r>
        <w:rPr>
          <w:rFonts w:ascii="Bookman Old Style" w:hAnsi="Bookman Old Style" w:cs="Arial"/>
          <w:b/>
          <w:sz w:val="20"/>
          <w:szCs w:val="20"/>
        </w:rPr>
        <w:t>1.01.2017</w:t>
      </w:r>
      <w:r w:rsidRPr="0044254F">
        <w:rPr>
          <w:rFonts w:ascii="Bookman Old Style" w:hAnsi="Bookman Old Style" w:cs="Arial"/>
          <w:b/>
          <w:sz w:val="20"/>
          <w:szCs w:val="20"/>
        </w:rPr>
        <w:t xml:space="preserve"> r. </w:t>
      </w:r>
      <w:r w:rsidRPr="0044254F">
        <w:rPr>
          <w:rFonts w:ascii="Bookman Old Style" w:hAnsi="Bookman Old Style" w:cs="Arial"/>
          <w:sz w:val="20"/>
          <w:szCs w:val="20"/>
        </w:rPr>
        <w:t>do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b/>
          <w:sz w:val="20"/>
          <w:szCs w:val="20"/>
        </w:rPr>
        <w:t>31.12.2017</w:t>
      </w:r>
      <w:r w:rsidRPr="0044254F">
        <w:rPr>
          <w:rFonts w:ascii="Bookman Old Style" w:hAnsi="Bookman Old Style" w:cs="Arial"/>
          <w:b/>
          <w:sz w:val="20"/>
          <w:szCs w:val="20"/>
        </w:rPr>
        <w:t xml:space="preserve"> r.</w:t>
      </w:r>
    </w:p>
    <w:p w:rsidR="00BA333D" w:rsidRPr="0044254F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Warunki płatności: </w:t>
      </w:r>
      <w:r>
        <w:rPr>
          <w:rFonts w:ascii="Bookman Old Style" w:hAnsi="Bookman Old Style"/>
          <w:sz w:val="20"/>
          <w:szCs w:val="20"/>
        </w:rPr>
        <w:t>zgodne ze złożoną ofertą</w:t>
      </w:r>
      <w:r w:rsidRPr="0044254F">
        <w:rPr>
          <w:rFonts w:ascii="Bookman Old Style" w:hAnsi="Bookman Old Style"/>
          <w:sz w:val="20"/>
          <w:szCs w:val="20"/>
          <w:lang w:eastAsia="en-US"/>
        </w:rPr>
        <w:t>.</w:t>
      </w:r>
    </w:p>
    <w:p w:rsidR="00BA333D" w:rsidRPr="0044254F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Oświadczam, że jestem związany ofertą do upływu terminu wskazanego w specyfikacji istotnych warunków zamówienia, tj. 30 dni.</w:t>
      </w:r>
    </w:p>
    <w:p w:rsidR="00BA333D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Oświadczam, że posiadam ważną w terminie realizacji zamówienia Generalną Umowę Dystrybucyjną podpisaną z </w:t>
      </w:r>
      <w:r>
        <w:rPr>
          <w:rFonts w:ascii="Bookman Old Style" w:hAnsi="Bookman Old Style"/>
          <w:b/>
          <w:sz w:val="20"/>
          <w:szCs w:val="20"/>
        </w:rPr>
        <w:t>TAURON Dystrybucja SA.</w:t>
      </w:r>
    </w:p>
    <w:p w:rsidR="00BA333D" w:rsidRPr="0044254F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673BA4">
        <w:rPr>
          <w:rFonts w:ascii="Bookman Old Style" w:hAnsi="Bookman Old Style"/>
          <w:sz w:val="20"/>
          <w:szCs w:val="20"/>
        </w:rPr>
        <w:t>Oświadczam, że akceptuję Istotne postanowienia umowy zawarte w Specyfikacji Istotnych Warunków Zamówienia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673BA4">
        <w:rPr>
          <w:rFonts w:ascii="Bookman Old Style" w:hAnsi="Bookman Old Style"/>
          <w:sz w:val="20"/>
          <w:szCs w:val="20"/>
        </w:rPr>
        <w:t>i zobowiązuję się, w przypadku wyboru mojej oferty, do zawarcia umowy na warunkach wymienionych w Istotnych postanowieniach umowy, w miejscu</w:t>
      </w:r>
      <w:r w:rsidRPr="0044254F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br/>
      </w:r>
      <w:r w:rsidRPr="0044254F">
        <w:rPr>
          <w:rFonts w:ascii="Bookman Old Style" w:hAnsi="Bookman Old Style"/>
          <w:sz w:val="20"/>
          <w:szCs w:val="20"/>
        </w:rPr>
        <w:t>i terminie wyznaczonym przez Zamawiającego.</w:t>
      </w:r>
    </w:p>
    <w:p w:rsidR="00BA333D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284"/>
        <w:jc w:val="both"/>
        <w:rPr>
          <w:rFonts w:ascii="Bookman Old Style" w:hAnsi="Bookman Old Style"/>
          <w:b/>
          <w:sz w:val="20"/>
          <w:szCs w:val="20"/>
        </w:rPr>
      </w:pPr>
      <w:r w:rsidRPr="00212040">
        <w:rPr>
          <w:rFonts w:ascii="Bookman Old Style" w:hAnsi="Bookman Old Style"/>
          <w:sz w:val="20"/>
          <w:szCs w:val="20"/>
        </w:rPr>
        <w:t>Oświadczam, że zamówienie wykonamy</w:t>
      </w:r>
      <w:r w:rsidRPr="0044254F">
        <w:rPr>
          <w:rFonts w:ascii="Bookman Old Style" w:hAnsi="Bookman Old Style"/>
          <w:b/>
          <w:sz w:val="20"/>
          <w:szCs w:val="20"/>
        </w:rPr>
        <w:t xml:space="preserve"> samodzielnie*/przy pomocy podwykonawców*,</w:t>
      </w:r>
      <w:r>
        <w:rPr>
          <w:rFonts w:ascii="Bookman Old Style" w:hAnsi="Bookman Old Style"/>
          <w:b/>
          <w:sz w:val="20"/>
          <w:szCs w:val="20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89"/>
        <w:gridCol w:w="3326"/>
        <w:gridCol w:w="2600"/>
      </w:tblGrid>
      <w:tr w:rsidR="00BA333D" w:rsidRPr="003B3685" w:rsidTr="001A2084">
        <w:tc>
          <w:tcPr>
            <w:tcW w:w="3389" w:type="dxa"/>
          </w:tcPr>
          <w:p w:rsidR="00BA333D" w:rsidRPr="003B3685" w:rsidRDefault="00BA333D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3B3685">
              <w:rPr>
                <w:rFonts w:ascii="Bookman Old Style" w:hAnsi="Bookman Old Style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</w:tcPr>
          <w:p w:rsidR="00BA333D" w:rsidRPr="003B3685" w:rsidRDefault="00BA333D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3B3685">
              <w:rPr>
                <w:rFonts w:ascii="Bookman Old Style" w:hAnsi="Bookman Old Style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600" w:type="dxa"/>
          </w:tcPr>
          <w:p w:rsidR="00BA333D" w:rsidRPr="003B3685" w:rsidRDefault="00BA333D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  <w:r w:rsidRPr="003B3685">
              <w:rPr>
                <w:rFonts w:ascii="Bookman Old Style" w:hAnsi="Bookman Old Style"/>
                <w:b/>
                <w:sz w:val="20"/>
                <w:szCs w:val="20"/>
              </w:rPr>
              <w:t>NIP podwykonawcy</w:t>
            </w:r>
          </w:p>
        </w:tc>
      </w:tr>
      <w:tr w:rsidR="00BA333D" w:rsidRPr="003B3685" w:rsidTr="001A2084">
        <w:tc>
          <w:tcPr>
            <w:tcW w:w="3389" w:type="dxa"/>
          </w:tcPr>
          <w:p w:rsidR="00BA333D" w:rsidRPr="003B3685" w:rsidRDefault="00BA333D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3326" w:type="dxa"/>
          </w:tcPr>
          <w:p w:rsidR="00BA333D" w:rsidRPr="003B3685" w:rsidRDefault="00BA333D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600" w:type="dxa"/>
          </w:tcPr>
          <w:p w:rsidR="00BA333D" w:rsidRPr="003B3685" w:rsidRDefault="00BA333D" w:rsidP="001A2084">
            <w:pPr>
              <w:widowControl w:val="0"/>
              <w:suppressAutoHyphens w:val="0"/>
              <w:spacing w:before="120" w:after="120"/>
              <w:jc w:val="both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A333D" w:rsidRPr="0044254F" w:rsidRDefault="00BA333D" w:rsidP="000362C5">
      <w:pPr>
        <w:widowControl w:val="0"/>
        <w:suppressAutoHyphens w:val="0"/>
        <w:spacing w:before="120" w:after="120"/>
        <w:ind w:left="284"/>
        <w:jc w:val="both"/>
        <w:rPr>
          <w:rFonts w:ascii="Bookman Old Style" w:hAnsi="Bookman Old Style"/>
          <w:b/>
          <w:sz w:val="20"/>
          <w:szCs w:val="20"/>
        </w:rPr>
      </w:pPr>
      <w:r w:rsidRPr="0044254F">
        <w:rPr>
          <w:rFonts w:ascii="Bookman Old Style" w:hAnsi="Bookman Old Style"/>
          <w:b/>
          <w:sz w:val="20"/>
          <w:szCs w:val="20"/>
        </w:rPr>
        <w:t xml:space="preserve"> </w:t>
      </w:r>
      <w:r w:rsidRPr="0044254F">
        <w:rPr>
          <w:rFonts w:ascii="Bookman Old Style" w:hAnsi="Bookman Old Style"/>
          <w:b/>
          <w:sz w:val="20"/>
          <w:szCs w:val="20"/>
        </w:rPr>
        <w:br/>
        <w:t>którym zamierzamy powierzyć wykonanie następującej części zamówienia: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2"/>
        <w:gridCol w:w="4663"/>
      </w:tblGrid>
      <w:tr w:rsidR="00BA333D" w:rsidRPr="003B3685" w:rsidTr="001A2084">
        <w:tc>
          <w:tcPr>
            <w:tcW w:w="4652" w:type="dxa"/>
          </w:tcPr>
          <w:p w:rsidR="00BA333D" w:rsidRPr="003B3685" w:rsidRDefault="00BA333D" w:rsidP="001A2084">
            <w:pPr>
              <w:pStyle w:val="Bezodstpw1"/>
              <w:spacing w:before="120" w:after="12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3B3685">
              <w:rPr>
                <w:rFonts w:ascii="Bookman Old Style" w:hAnsi="Bookman Old Style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663" w:type="dxa"/>
          </w:tcPr>
          <w:p w:rsidR="00BA333D" w:rsidRPr="003B3685" w:rsidRDefault="00BA333D" w:rsidP="001A2084">
            <w:pPr>
              <w:pStyle w:val="Bezodstpw1"/>
              <w:spacing w:before="120" w:after="12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3B3685">
              <w:rPr>
                <w:rFonts w:ascii="Bookman Old Style" w:hAnsi="Bookman Old Style" w:cs="Arial"/>
                <w:b/>
                <w:sz w:val="20"/>
                <w:szCs w:val="20"/>
              </w:rPr>
              <w:t>Wyszczególnienie</w:t>
            </w:r>
          </w:p>
        </w:tc>
      </w:tr>
      <w:tr w:rsidR="00BA333D" w:rsidRPr="003B3685" w:rsidTr="001A2084">
        <w:tc>
          <w:tcPr>
            <w:tcW w:w="4652" w:type="dxa"/>
          </w:tcPr>
          <w:p w:rsidR="00BA333D" w:rsidRPr="003B3685" w:rsidRDefault="00BA333D" w:rsidP="001A2084">
            <w:pPr>
              <w:pStyle w:val="Bezodstpw1"/>
              <w:spacing w:before="12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4663" w:type="dxa"/>
          </w:tcPr>
          <w:p w:rsidR="00BA333D" w:rsidRPr="003B3685" w:rsidRDefault="00BA333D" w:rsidP="001A2084">
            <w:pPr>
              <w:pStyle w:val="Bezodstpw1"/>
              <w:spacing w:before="120"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:rsidR="00BA333D" w:rsidRPr="0044254F" w:rsidRDefault="00BA333D" w:rsidP="000362C5">
      <w:pPr>
        <w:pStyle w:val="Bezodstpw1"/>
        <w:spacing w:before="120" w:after="120"/>
        <w:ind w:left="284"/>
        <w:jc w:val="both"/>
        <w:rPr>
          <w:rFonts w:ascii="Bookman Old Style" w:hAnsi="Bookman Old Style" w:cs="Arial"/>
          <w:sz w:val="20"/>
          <w:szCs w:val="20"/>
        </w:rPr>
      </w:pPr>
      <w:r w:rsidRPr="0044254F">
        <w:rPr>
          <w:rFonts w:ascii="Bookman Old Style" w:hAnsi="Bookman Old Style" w:cs="Arial"/>
          <w:sz w:val="20"/>
          <w:szCs w:val="20"/>
        </w:rPr>
        <w:t>W przypadku nie wypełnienia tego punktu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44254F">
        <w:rPr>
          <w:rFonts w:ascii="Bookman Old Style" w:hAnsi="Bookman Old Style" w:cs="Arial"/>
          <w:sz w:val="20"/>
          <w:szCs w:val="20"/>
        </w:rPr>
        <w:t>w całości, bądź nie wymienienia części, które zostaną powierzone podwykonawcom, Zamawiający uzna, że Wykonawca wykona zamówienie samodzielnie.</w:t>
      </w:r>
      <w:r>
        <w:rPr>
          <w:rFonts w:ascii="Bookman Old Style" w:hAnsi="Bookman Old Style" w:cs="Arial"/>
          <w:sz w:val="20"/>
          <w:szCs w:val="20"/>
        </w:rPr>
        <w:t xml:space="preserve"> </w:t>
      </w:r>
    </w:p>
    <w:p w:rsidR="00BA333D" w:rsidRPr="00212040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426"/>
        <w:jc w:val="both"/>
        <w:rPr>
          <w:rFonts w:ascii="Bookman Old Style" w:hAnsi="Bookman Old Style"/>
          <w:sz w:val="20"/>
          <w:szCs w:val="20"/>
        </w:rPr>
      </w:pPr>
      <w:r w:rsidRPr="00212040">
        <w:rPr>
          <w:rFonts w:ascii="Bookman Old Style" w:hAnsi="Bookman Old Style"/>
          <w:sz w:val="20"/>
          <w:szCs w:val="20"/>
        </w:rPr>
        <w:t>Informuję, że wybór przedmiotowej oferty</w:t>
      </w:r>
      <w:r w:rsidRPr="0044254F">
        <w:rPr>
          <w:rFonts w:ascii="Bookman Old Style" w:hAnsi="Bookman Old Style"/>
          <w:b/>
          <w:sz w:val="20"/>
          <w:szCs w:val="20"/>
        </w:rPr>
        <w:t xml:space="preserve"> </w:t>
      </w:r>
      <w:r w:rsidRPr="008700C4">
        <w:rPr>
          <w:rFonts w:ascii="Bookman Old Style" w:hAnsi="Bookman Old Style"/>
          <w:b/>
          <w:sz w:val="20"/>
          <w:szCs w:val="20"/>
        </w:rPr>
        <w:t>będzie*/nie będzie*</w:t>
      </w:r>
      <w:r w:rsidRPr="0044254F">
        <w:rPr>
          <w:rFonts w:ascii="Bookman Old Style" w:hAnsi="Bookman Old Style"/>
          <w:b/>
          <w:sz w:val="20"/>
          <w:szCs w:val="20"/>
        </w:rPr>
        <w:t xml:space="preserve"> </w:t>
      </w:r>
      <w:r w:rsidRPr="00212040">
        <w:rPr>
          <w:rFonts w:ascii="Bookman Old Style" w:hAnsi="Bookman Old Style"/>
          <w:sz w:val="20"/>
          <w:szCs w:val="20"/>
        </w:rPr>
        <w:t xml:space="preserve">prowadzić do powstania </w:t>
      </w:r>
      <w:r w:rsidRPr="00212040">
        <w:rPr>
          <w:rFonts w:ascii="Bookman Old Style" w:hAnsi="Bookman Old Style"/>
          <w:sz w:val="20"/>
          <w:szCs w:val="20"/>
        </w:rPr>
        <w:br/>
        <w:t>u Zamawiającego obowiązku podatkowego.</w:t>
      </w:r>
    </w:p>
    <w:p w:rsidR="00BA333D" w:rsidRPr="0044254F" w:rsidRDefault="00BA333D" w:rsidP="000362C5">
      <w:pPr>
        <w:widowControl w:val="0"/>
        <w:spacing w:before="120" w:after="120"/>
        <w:ind w:left="284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>Jeżeli taki obowiązek powstanie u Zamawiającego informuję, iż dotyczy on:</w:t>
      </w:r>
    </w:p>
    <w:tbl>
      <w:tblPr>
        <w:tblW w:w="8566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915"/>
        <w:gridCol w:w="2976"/>
      </w:tblGrid>
      <w:tr w:rsidR="00BA333D" w:rsidRPr="0044254F" w:rsidTr="001A2084">
        <w:tc>
          <w:tcPr>
            <w:tcW w:w="675" w:type="dxa"/>
          </w:tcPr>
          <w:p w:rsidR="00BA333D" w:rsidRPr="0044254F" w:rsidRDefault="00BA333D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Lp.</w:t>
            </w:r>
          </w:p>
        </w:tc>
        <w:tc>
          <w:tcPr>
            <w:tcW w:w="4915" w:type="dxa"/>
          </w:tcPr>
          <w:p w:rsidR="00BA333D" w:rsidRPr="0044254F" w:rsidRDefault="00BA333D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Nazwa (rodzaj) towaru lub usługi</w:t>
            </w:r>
          </w:p>
        </w:tc>
        <w:tc>
          <w:tcPr>
            <w:tcW w:w="2976" w:type="dxa"/>
          </w:tcPr>
          <w:p w:rsidR="00BA333D" w:rsidRPr="0044254F" w:rsidRDefault="00BA333D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Wartość bez kwoty podatku</w:t>
            </w:r>
          </w:p>
        </w:tc>
      </w:tr>
      <w:tr w:rsidR="00BA333D" w:rsidRPr="0044254F" w:rsidTr="001A2084">
        <w:tc>
          <w:tcPr>
            <w:tcW w:w="675" w:type="dxa"/>
          </w:tcPr>
          <w:p w:rsidR="00BA333D" w:rsidRPr="0044254F" w:rsidRDefault="00BA333D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4915" w:type="dxa"/>
          </w:tcPr>
          <w:p w:rsidR="00BA333D" w:rsidRPr="008700C4" w:rsidRDefault="00BA333D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8700C4">
              <w:rPr>
                <w:rFonts w:ascii="Bookman Old Style" w:hAnsi="Bookman Old Style"/>
                <w:sz w:val="20"/>
                <w:szCs w:val="20"/>
              </w:rPr>
              <w:t>…</w:t>
            </w:r>
          </w:p>
        </w:tc>
        <w:tc>
          <w:tcPr>
            <w:tcW w:w="2976" w:type="dxa"/>
          </w:tcPr>
          <w:p w:rsidR="00BA333D" w:rsidRPr="008700C4" w:rsidRDefault="00BA333D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8700C4">
              <w:rPr>
                <w:rFonts w:ascii="Bookman Old Style" w:hAnsi="Bookman Old Style"/>
                <w:sz w:val="20"/>
                <w:szCs w:val="20"/>
              </w:rPr>
              <w:t>…</w:t>
            </w:r>
          </w:p>
        </w:tc>
      </w:tr>
      <w:tr w:rsidR="00BA333D" w:rsidRPr="0044254F" w:rsidTr="001A2084">
        <w:tc>
          <w:tcPr>
            <w:tcW w:w="675" w:type="dxa"/>
          </w:tcPr>
          <w:p w:rsidR="00BA333D" w:rsidRPr="0044254F" w:rsidRDefault="00BA333D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4254F">
              <w:rPr>
                <w:rFonts w:ascii="Bookman Old Style" w:hAnsi="Bookman Old Style"/>
                <w:sz w:val="20"/>
                <w:szCs w:val="20"/>
              </w:rPr>
              <w:t>…</w:t>
            </w:r>
          </w:p>
        </w:tc>
        <w:tc>
          <w:tcPr>
            <w:tcW w:w="4915" w:type="dxa"/>
          </w:tcPr>
          <w:p w:rsidR="00BA333D" w:rsidRPr="008700C4" w:rsidRDefault="00BA333D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8700C4">
              <w:rPr>
                <w:rFonts w:ascii="Bookman Old Style" w:hAnsi="Bookman Old Style"/>
                <w:sz w:val="20"/>
                <w:szCs w:val="20"/>
              </w:rPr>
              <w:t>…</w:t>
            </w:r>
          </w:p>
        </w:tc>
        <w:tc>
          <w:tcPr>
            <w:tcW w:w="2976" w:type="dxa"/>
          </w:tcPr>
          <w:p w:rsidR="00BA333D" w:rsidRPr="008700C4" w:rsidRDefault="00BA333D" w:rsidP="001A2084">
            <w:pPr>
              <w:widowControl w:val="0"/>
              <w:spacing w:before="120" w:after="12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8700C4">
              <w:rPr>
                <w:rFonts w:ascii="Bookman Old Style" w:hAnsi="Bookman Old Style"/>
                <w:sz w:val="20"/>
                <w:szCs w:val="20"/>
              </w:rPr>
              <w:t>…</w:t>
            </w:r>
          </w:p>
        </w:tc>
      </w:tr>
    </w:tbl>
    <w:p w:rsidR="00BA333D" w:rsidRPr="0044254F" w:rsidRDefault="00BA333D" w:rsidP="000362C5">
      <w:pPr>
        <w:widowControl w:val="0"/>
        <w:spacing w:before="120" w:after="120"/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426"/>
        <w:jc w:val="both"/>
        <w:rPr>
          <w:rFonts w:ascii="Bookman Old Style" w:hAnsi="Bookman Old Style"/>
          <w:sz w:val="20"/>
          <w:szCs w:val="20"/>
        </w:rPr>
      </w:pPr>
      <w:r w:rsidRPr="0044254F">
        <w:rPr>
          <w:rFonts w:ascii="Bookman Old Style" w:hAnsi="Bookman Old Style"/>
          <w:sz w:val="20"/>
          <w:szCs w:val="20"/>
        </w:rPr>
        <w:t xml:space="preserve">Zgodnie z wymogami Zamawiającego, przedstawiamy w załączeniu wymagane </w:t>
      </w:r>
      <w:r>
        <w:rPr>
          <w:rFonts w:ascii="Bookman Old Style" w:hAnsi="Bookman Old Style"/>
          <w:sz w:val="20"/>
          <w:szCs w:val="20"/>
        </w:rPr>
        <w:t xml:space="preserve">oświadczenia </w:t>
      </w:r>
      <w:r w:rsidRPr="0044254F">
        <w:rPr>
          <w:rFonts w:ascii="Bookman Old Style" w:hAnsi="Bookman Old Style"/>
          <w:sz w:val="20"/>
          <w:szCs w:val="20"/>
        </w:rPr>
        <w:t xml:space="preserve">wymienione w Specyfikacji Istotnych Warunków Zamówienia. </w:t>
      </w:r>
    </w:p>
    <w:p w:rsidR="00BA333D" w:rsidRPr="00212040" w:rsidRDefault="00BA333D" w:rsidP="000362C5">
      <w:pPr>
        <w:widowControl w:val="0"/>
        <w:numPr>
          <w:ilvl w:val="0"/>
          <w:numId w:val="1"/>
        </w:numPr>
        <w:tabs>
          <w:tab w:val="clear" w:pos="1890"/>
          <w:tab w:val="num" w:pos="284"/>
        </w:tabs>
        <w:suppressAutoHyphens w:val="0"/>
        <w:spacing w:before="120" w:after="120"/>
        <w:ind w:left="284" w:hanging="426"/>
        <w:jc w:val="both"/>
        <w:rPr>
          <w:rFonts w:ascii="Bookman Old Style" w:hAnsi="Bookman Old Style"/>
          <w:sz w:val="20"/>
          <w:szCs w:val="20"/>
        </w:rPr>
      </w:pPr>
      <w:r w:rsidRPr="00212040">
        <w:rPr>
          <w:rFonts w:ascii="Bookman Old Style" w:hAnsi="Bookman Old Style" w:cs="Arial"/>
          <w:sz w:val="20"/>
          <w:szCs w:val="20"/>
        </w:rPr>
        <w:t xml:space="preserve">Oświadczam, że wszystkie informacje podane w powyższych oświadczeniach są aktualne </w:t>
      </w:r>
      <w:r w:rsidRPr="00212040">
        <w:rPr>
          <w:rFonts w:ascii="Bookman Old Style" w:hAnsi="Bookman Old Style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BA333D" w:rsidRPr="0044254F" w:rsidRDefault="00BA333D" w:rsidP="000362C5">
      <w:pPr>
        <w:widowControl w:val="0"/>
        <w:spacing w:before="120" w:after="120"/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widowControl w:val="0"/>
        <w:spacing w:before="120" w:after="120"/>
        <w:jc w:val="both"/>
        <w:rPr>
          <w:rFonts w:ascii="Bookman Old Style" w:hAnsi="Bookman Old Style"/>
          <w:sz w:val="20"/>
          <w:szCs w:val="20"/>
        </w:rPr>
      </w:pPr>
    </w:p>
    <w:p w:rsidR="00BA333D" w:rsidRPr="0044254F" w:rsidRDefault="00BA333D" w:rsidP="000362C5">
      <w:pPr>
        <w:widowControl w:val="0"/>
        <w:spacing w:before="120" w:after="120"/>
        <w:jc w:val="both"/>
        <w:rPr>
          <w:rFonts w:ascii="Bookman Old Style" w:hAnsi="Bookman Old Style"/>
          <w:sz w:val="20"/>
          <w:szCs w:val="20"/>
        </w:rPr>
      </w:pPr>
    </w:p>
    <w:p w:rsidR="00BA333D" w:rsidRPr="0044254F" w:rsidRDefault="00BA333D" w:rsidP="000362C5">
      <w:pPr>
        <w:ind w:firstLine="709"/>
        <w:rPr>
          <w:rFonts w:ascii="Bookman Old Style" w:hAnsi="Bookman Old Style"/>
          <w:i/>
          <w:iCs/>
          <w:sz w:val="20"/>
          <w:szCs w:val="20"/>
        </w:rPr>
      </w:pPr>
      <w:bookmarkStart w:id="0" w:name="_GoBack"/>
      <w:bookmarkEnd w:id="0"/>
      <w:r w:rsidRPr="0044254F">
        <w:rPr>
          <w:rFonts w:ascii="Bookman Old Style" w:hAnsi="Bookman Old Style"/>
          <w:i/>
          <w:iCs/>
          <w:sz w:val="20"/>
          <w:szCs w:val="20"/>
        </w:rPr>
        <w:t>miejscowość i data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</w:r>
      <w:r w:rsidRPr="0044254F">
        <w:rPr>
          <w:rFonts w:ascii="Bookman Old Style" w:hAnsi="Bookman Old Style"/>
          <w:i/>
          <w:iCs/>
          <w:sz w:val="20"/>
          <w:szCs w:val="20"/>
        </w:rPr>
        <w:tab/>
        <w:t>podpis</w:t>
      </w:r>
      <w:r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44254F">
        <w:rPr>
          <w:rFonts w:ascii="Bookman Old Style" w:hAnsi="Bookman Old Style"/>
          <w:i/>
          <w:iCs/>
          <w:sz w:val="20"/>
          <w:szCs w:val="20"/>
        </w:rPr>
        <w:t xml:space="preserve">osoby/osób uprawnionej </w:t>
      </w:r>
    </w:p>
    <w:p w:rsidR="00BA333D" w:rsidRPr="0044254F" w:rsidRDefault="00BA333D" w:rsidP="000362C5">
      <w:pPr>
        <w:ind w:left="4956" w:firstLine="709"/>
        <w:rPr>
          <w:rFonts w:ascii="Bookman Old Style" w:hAnsi="Bookman Old Style"/>
          <w:i/>
          <w:iCs/>
          <w:sz w:val="20"/>
          <w:szCs w:val="20"/>
        </w:rPr>
      </w:pPr>
      <w:r w:rsidRPr="0044254F">
        <w:rPr>
          <w:rFonts w:ascii="Bookman Old Style" w:hAnsi="Bookman Old Style"/>
          <w:i/>
          <w:iCs/>
          <w:sz w:val="20"/>
          <w:szCs w:val="20"/>
        </w:rPr>
        <w:t>do reprezentowania Wykonawcy</w:t>
      </w: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0362C5">
      <w:pPr>
        <w:jc w:val="both"/>
        <w:rPr>
          <w:rFonts w:ascii="Bookman Old Style" w:hAnsi="Bookman Old Style"/>
          <w:sz w:val="20"/>
          <w:szCs w:val="20"/>
        </w:rPr>
      </w:pPr>
    </w:p>
    <w:p w:rsidR="00BA333D" w:rsidRDefault="00BA333D" w:rsidP="00C97F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</w:t>
      </w:r>
    </w:p>
    <w:p w:rsidR="00BA333D" w:rsidRPr="00266476" w:rsidRDefault="00BA333D" w:rsidP="000362C5">
      <w:pPr>
        <w:jc w:val="both"/>
      </w:pPr>
      <w:r w:rsidRPr="0044254F">
        <w:rPr>
          <w:rFonts w:ascii="Bookman Old Style" w:hAnsi="Bookman Old Style"/>
          <w:sz w:val="20"/>
          <w:szCs w:val="20"/>
        </w:rPr>
        <w:t>* niepotrzebne skreślić</w:t>
      </w:r>
    </w:p>
    <w:p w:rsidR="00BA333D" w:rsidRDefault="00BA333D"/>
    <w:sectPr w:rsidR="00BA333D" w:rsidSect="0098777B">
      <w:headerReference w:type="default" r:id="rId7"/>
      <w:footerReference w:type="default" r:id="rId8"/>
      <w:pgSz w:w="11906" w:h="16838"/>
      <w:pgMar w:top="1258" w:right="1106" w:bottom="7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33D" w:rsidRDefault="00BA333D" w:rsidP="00B251DA">
      <w:r>
        <w:separator/>
      </w:r>
    </w:p>
  </w:endnote>
  <w:endnote w:type="continuationSeparator" w:id="0">
    <w:p w:rsidR="00BA333D" w:rsidRDefault="00BA333D" w:rsidP="00B25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33D" w:rsidRDefault="00BA333D">
    <w:pPr>
      <w:pStyle w:val="Footer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0.85pt;margin-top:.05pt;width:19.1pt;height:27.55pt;z-index:25166028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BA333D" w:rsidRDefault="00BA333D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  <w:p w:rsidR="00BA333D" w:rsidRDefault="00BA333D">
                <w:pPr>
                  <w:pStyle w:val="Footer"/>
                  <w:ind w:right="360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33D" w:rsidRDefault="00BA333D" w:rsidP="00B251DA">
      <w:r>
        <w:separator/>
      </w:r>
    </w:p>
  </w:footnote>
  <w:footnote w:type="continuationSeparator" w:id="0">
    <w:p w:rsidR="00BA333D" w:rsidRDefault="00BA333D" w:rsidP="00B25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33D" w:rsidRDefault="00BA333D">
    <w:pPr>
      <w:pStyle w:val="BodyText"/>
      <w:ind w:lef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6FFB"/>
    <w:multiLevelType w:val="hybridMultilevel"/>
    <w:tmpl w:val="52A4C6AA"/>
    <w:lvl w:ilvl="0" w:tplc="25847F9A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2C5"/>
    <w:rsid w:val="00001329"/>
    <w:rsid w:val="00002AAF"/>
    <w:rsid w:val="00004B63"/>
    <w:rsid w:val="00006C09"/>
    <w:rsid w:val="0000789E"/>
    <w:rsid w:val="00010799"/>
    <w:rsid w:val="00011767"/>
    <w:rsid w:val="00014A45"/>
    <w:rsid w:val="00014FD3"/>
    <w:rsid w:val="00015033"/>
    <w:rsid w:val="000150CD"/>
    <w:rsid w:val="00016AC4"/>
    <w:rsid w:val="000209D2"/>
    <w:rsid w:val="00022423"/>
    <w:rsid w:val="00023167"/>
    <w:rsid w:val="000238E8"/>
    <w:rsid w:val="0002397B"/>
    <w:rsid w:val="00023FD5"/>
    <w:rsid w:val="000254C0"/>
    <w:rsid w:val="00025C94"/>
    <w:rsid w:val="00026B96"/>
    <w:rsid w:val="00026E6F"/>
    <w:rsid w:val="00027341"/>
    <w:rsid w:val="00027C8B"/>
    <w:rsid w:val="00030017"/>
    <w:rsid w:val="00032B55"/>
    <w:rsid w:val="00033C88"/>
    <w:rsid w:val="00035FC7"/>
    <w:rsid w:val="000362C5"/>
    <w:rsid w:val="00041272"/>
    <w:rsid w:val="00043A86"/>
    <w:rsid w:val="00043B11"/>
    <w:rsid w:val="0004463A"/>
    <w:rsid w:val="00044F72"/>
    <w:rsid w:val="00047F83"/>
    <w:rsid w:val="0005259B"/>
    <w:rsid w:val="00054A1E"/>
    <w:rsid w:val="0005569A"/>
    <w:rsid w:val="00055F8E"/>
    <w:rsid w:val="000560B1"/>
    <w:rsid w:val="00056AAD"/>
    <w:rsid w:val="00057408"/>
    <w:rsid w:val="00057C9C"/>
    <w:rsid w:val="00060E04"/>
    <w:rsid w:val="00061A84"/>
    <w:rsid w:val="00062369"/>
    <w:rsid w:val="00063417"/>
    <w:rsid w:val="000651BC"/>
    <w:rsid w:val="000655ED"/>
    <w:rsid w:val="000665EF"/>
    <w:rsid w:val="00070643"/>
    <w:rsid w:val="0007077F"/>
    <w:rsid w:val="00071DC0"/>
    <w:rsid w:val="00071FCB"/>
    <w:rsid w:val="0007376B"/>
    <w:rsid w:val="000758C4"/>
    <w:rsid w:val="00080552"/>
    <w:rsid w:val="000805AC"/>
    <w:rsid w:val="00082E9E"/>
    <w:rsid w:val="0008369B"/>
    <w:rsid w:val="00083E4E"/>
    <w:rsid w:val="00092116"/>
    <w:rsid w:val="00093634"/>
    <w:rsid w:val="00094196"/>
    <w:rsid w:val="00095180"/>
    <w:rsid w:val="00095526"/>
    <w:rsid w:val="00097A10"/>
    <w:rsid w:val="00097EF7"/>
    <w:rsid w:val="000A6DFF"/>
    <w:rsid w:val="000B416D"/>
    <w:rsid w:val="000B4DE2"/>
    <w:rsid w:val="000B6338"/>
    <w:rsid w:val="000C13FA"/>
    <w:rsid w:val="000C1CD8"/>
    <w:rsid w:val="000C2099"/>
    <w:rsid w:val="000C398E"/>
    <w:rsid w:val="000C450F"/>
    <w:rsid w:val="000C50B0"/>
    <w:rsid w:val="000C7917"/>
    <w:rsid w:val="000C7AF6"/>
    <w:rsid w:val="000D2DF4"/>
    <w:rsid w:val="000D33F5"/>
    <w:rsid w:val="000D5EE6"/>
    <w:rsid w:val="000D61A7"/>
    <w:rsid w:val="000E03D7"/>
    <w:rsid w:val="000E0500"/>
    <w:rsid w:val="000E0C6D"/>
    <w:rsid w:val="000E115E"/>
    <w:rsid w:val="000E2DB5"/>
    <w:rsid w:val="000E3A92"/>
    <w:rsid w:val="000E4D7C"/>
    <w:rsid w:val="000E523A"/>
    <w:rsid w:val="000E595B"/>
    <w:rsid w:val="000F2FFA"/>
    <w:rsid w:val="000F4E6B"/>
    <w:rsid w:val="000F6B0B"/>
    <w:rsid w:val="00100C8E"/>
    <w:rsid w:val="00102DD4"/>
    <w:rsid w:val="0010429A"/>
    <w:rsid w:val="0010440E"/>
    <w:rsid w:val="001054F3"/>
    <w:rsid w:val="00106122"/>
    <w:rsid w:val="00107A2B"/>
    <w:rsid w:val="0011587A"/>
    <w:rsid w:val="001158AF"/>
    <w:rsid w:val="001158CA"/>
    <w:rsid w:val="001166E0"/>
    <w:rsid w:val="00116921"/>
    <w:rsid w:val="00116D03"/>
    <w:rsid w:val="00117EE4"/>
    <w:rsid w:val="00121862"/>
    <w:rsid w:val="00122D53"/>
    <w:rsid w:val="00122F11"/>
    <w:rsid w:val="00125F08"/>
    <w:rsid w:val="00130B30"/>
    <w:rsid w:val="0013216F"/>
    <w:rsid w:val="00132849"/>
    <w:rsid w:val="00132FAB"/>
    <w:rsid w:val="0013469E"/>
    <w:rsid w:val="00137260"/>
    <w:rsid w:val="001376A6"/>
    <w:rsid w:val="0014134B"/>
    <w:rsid w:val="001418BC"/>
    <w:rsid w:val="00151164"/>
    <w:rsid w:val="0015252F"/>
    <w:rsid w:val="001543AD"/>
    <w:rsid w:val="00160588"/>
    <w:rsid w:val="00163F71"/>
    <w:rsid w:val="00164241"/>
    <w:rsid w:val="001656E5"/>
    <w:rsid w:val="00165F19"/>
    <w:rsid w:val="00166F5A"/>
    <w:rsid w:val="00170336"/>
    <w:rsid w:val="00170FEE"/>
    <w:rsid w:val="00171320"/>
    <w:rsid w:val="001718AB"/>
    <w:rsid w:val="001740D7"/>
    <w:rsid w:val="001761CC"/>
    <w:rsid w:val="0017693E"/>
    <w:rsid w:val="001818AF"/>
    <w:rsid w:val="001824BB"/>
    <w:rsid w:val="001832DF"/>
    <w:rsid w:val="00183C03"/>
    <w:rsid w:val="00185BB0"/>
    <w:rsid w:val="001870DE"/>
    <w:rsid w:val="00187D4B"/>
    <w:rsid w:val="00190201"/>
    <w:rsid w:val="001913D1"/>
    <w:rsid w:val="00192596"/>
    <w:rsid w:val="00193B2E"/>
    <w:rsid w:val="00193B34"/>
    <w:rsid w:val="001947F8"/>
    <w:rsid w:val="001956E0"/>
    <w:rsid w:val="001A2084"/>
    <w:rsid w:val="001A24CC"/>
    <w:rsid w:val="001A28DD"/>
    <w:rsid w:val="001A41BD"/>
    <w:rsid w:val="001A4FAC"/>
    <w:rsid w:val="001A64F6"/>
    <w:rsid w:val="001A7981"/>
    <w:rsid w:val="001B3FA0"/>
    <w:rsid w:val="001B711F"/>
    <w:rsid w:val="001C01D3"/>
    <w:rsid w:val="001C156E"/>
    <w:rsid w:val="001D67B9"/>
    <w:rsid w:val="001E0BA7"/>
    <w:rsid w:val="001E390D"/>
    <w:rsid w:val="001E5638"/>
    <w:rsid w:val="001E56EB"/>
    <w:rsid w:val="001F0D72"/>
    <w:rsid w:val="001F1A03"/>
    <w:rsid w:val="001F2077"/>
    <w:rsid w:val="001F245F"/>
    <w:rsid w:val="001F25D0"/>
    <w:rsid w:val="001F2DBE"/>
    <w:rsid w:val="001F39E3"/>
    <w:rsid w:val="001F3CA0"/>
    <w:rsid w:val="001F6BAB"/>
    <w:rsid w:val="00204875"/>
    <w:rsid w:val="00210374"/>
    <w:rsid w:val="002103ED"/>
    <w:rsid w:val="00212040"/>
    <w:rsid w:val="0021517B"/>
    <w:rsid w:val="00216167"/>
    <w:rsid w:val="00216176"/>
    <w:rsid w:val="00221B94"/>
    <w:rsid w:val="00221C95"/>
    <w:rsid w:val="0022227F"/>
    <w:rsid w:val="0022446F"/>
    <w:rsid w:val="0022486D"/>
    <w:rsid w:val="00225A22"/>
    <w:rsid w:val="00225F47"/>
    <w:rsid w:val="00225F9F"/>
    <w:rsid w:val="00233F44"/>
    <w:rsid w:val="00234D73"/>
    <w:rsid w:val="002360D1"/>
    <w:rsid w:val="002364CC"/>
    <w:rsid w:val="00242136"/>
    <w:rsid w:val="0024614F"/>
    <w:rsid w:val="00247BE7"/>
    <w:rsid w:val="00251DC8"/>
    <w:rsid w:val="00256B4E"/>
    <w:rsid w:val="00262A57"/>
    <w:rsid w:val="00262BF9"/>
    <w:rsid w:val="00263275"/>
    <w:rsid w:val="002658D0"/>
    <w:rsid w:val="00266476"/>
    <w:rsid w:val="00266E66"/>
    <w:rsid w:val="00266EC2"/>
    <w:rsid w:val="002671BD"/>
    <w:rsid w:val="00271F2C"/>
    <w:rsid w:val="0027203B"/>
    <w:rsid w:val="0027401B"/>
    <w:rsid w:val="00274EFA"/>
    <w:rsid w:val="00277805"/>
    <w:rsid w:val="00277991"/>
    <w:rsid w:val="0028196F"/>
    <w:rsid w:val="00282015"/>
    <w:rsid w:val="00282147"/>
    <w:rsid w:val="00284405"/>
    <w:rsid w:val="002848C4"/>
    <w:rsid w:val="00284FC5"/>
    <w:rsid w:val="00285B64"/>
    <w:rsid w:val="00290FC3"/>
    <w:rsid w:val="00291237"/>
    <w:rsid w:val="00294A5F"/>
    <w:rsid w:val="00296903"/>
    <w:rsid w:val="002A0DAF"/>
    <w:rsid w:val="002A60D4"/>
    <w:rsid w:val="002B14EF"/>
    <w:rsid w:val="002B1D0E"/>
    <w:rsid w:val="002B3FAD"/>
    <w:rsid w:val="002B4271"/>
    <w:rsid w:val="002B5964"/>
    <w:rsid w:val="002B7F02"/>
    <w:rsid w:val="002C10FA"/>
    <w:rsid w:val="002C11AD"/>
    <w:rsid w:val="002C2879"/>
    <w:rsid w:val="002C3F17"/>
    <w:rsid w:val="002D0224"/>
    <w:rsid w:val="002D3E61"/>
    <w:rsid w:val="002D5B75"/>
    <w:rsid w:val="002D700D"/>
    <w:rsid w:val="002D7F03"/>
    <w:rsid w:val="002E32AC"/>
    <w:rsid w:val="002E482E"/>
    <w:rsid w:val="002E5DFE"/>
    <w:rsid w:val="002E6294"/>
    <w:rsid w:val="002E7841"/>
    <w:rsid w:val="002E7D98"/>
    <w:rsid w:val="002F36C6"/>
    <w:rsid w:val="002F3B4C"/>
    <w:rsid w:val="002F3CC9"/>
    <w:rsid w:val="002F6128"/>
    <w:rsid w:val="00300A16"/>
    <w:rsid w:val="0030134C"/>
    <w:rsid w:val="00301E28"/>
    <w:rsid w:val="00307D1D"/>
    <w:rsid w:val="00313DCB"/>
    <w:rsid w:val="00314606"/>
    <w:rsid w:val="00316A30"/>
    <w:rsid w:val="00316BEB"/>
    <w:rsid w:val="00316BF9"/>
    <w:rsid w:val="00320FC0"/>
    <w:rsid w:val="00322EB4"/>
    <w:rsid w:val="00323203"/>
    <w:rsid w:val="00323EB0"/>
    <w:rsid w:val="00324003"/>
    <w:rsid w:val="00324394"/>
    <w:rsid w:val="00325207"/>
    <w:rsid w:val="00326043"/>
    <w:rsid w:val="00326381"/>
    <w:rsid w:val="003301BC"/>
    <w:rsid w:val="00331B9E"/>
    <w:rsid w:val="0033204E"/>
    <w:rsid w:val="00332093"/>
    <w:rsid w:val="0033420D"/>
    <w:rsid w:val="003345A5"/>
    <w:rsid w:val="00334FBE"/>
    <w:rsid w:val="003353B5"/>
    <w:rsid w:val="003353DF"/>
    <w:rsid w:val="003359EC"/>
    <w:rsid w:val="00336F39"/>
    <w:rsid w:val="003372AA"/>
    <w:rsid w:val="003406DB"/>
    <w:rsid w:val="00340E1D"/>
    <w:rsid w:val="00341BB1"/>
    <w:rsid w:val="00341D65"/>
    <w:rsid w:val="00343C34"/>
    <w:rsid w:val="00344838"/>
    <w:rsid w:val="003448E2"/>
    <w:rsid w:val="0034756F"/>
    <w:rsid w:val="00351CFD"/>
    <w:rsid w:val="0035221E"/>
    <w:rsid w:val="0035256E"/>
    <w:rsid w:val="0035297F"/>
    <w:rsid w:val="00356496"/>
    <w:rsid w:val="003566C1"/>
    <w:rsid w:val="003611C7"/>
    <w:rsid w:val="00361942"/>
    <w:rsid w:val="0036217A"/>
    <w:rsid w:val="003659C2"/>
    <w:rsid w:val="00372541"/>
    <w:rsid w:val="0037281E"/>
    <w:rsid w:val="00372833"/>
    <w:rsid w:val="00375150"/>
    <w:rsid w:val="00377770"/>
    <w:rsid w:val="00377D06"/>
    <w:rsid w:val="00380BFC"/>
    <w:rsid w:val="00381323"/>
    <w:rsid w:val="00382313"/>
    <w:rsid w:val="0038465C"/>
    <w:rsid w:val="003907DE"/>
    <w:rsid w:val="00390B9D"/>
    <w:rsid w:val="00391FB5"/>
    <w:rsid w:val="0039327B"/>
    <w:rsid w:val="00393F87"/>
    <w:rsid w:val="00394977"/>
    <w:rsid w:val="00394F65"/>
    <w:rsid w:val="0039744A"/>
    <w:rsid w:val="003A02EC"/>
    <w:rsid w:val="003A1FB4"/>
    <w:rsid w:val="003A4FF8"/>
    <w:rsid w:val="003A7998"/>
    <w:rsid w:val="003B2F5E"/>
    <w:rsid w:val="003B30EA"/>
    <w:rsid w:val="003B3240"/>
    <w:rsid w:val="003B3685"/>
    <w:rsid w:val="003B546C"/>
    <w:rsid w:val="003B7502"/>
    <w:rsid w:val="003B7CC7"/>
    <w:rsid w:val="003B7F44"/>
    <w:rsid w:val="003C0761"/>
    <w:rsid w:val="003C229A"/>
    <w:rsid w:val="003C59F8"/>
    <w:rsid w:val="003C5D98"/>
    <w:rsid w:val="003C626C"/>
    <w:rsid w:val="003C6F15"/>
    <w:rsid w:val="003C7B30"/>
    <w:rsid w:val="003D2BAD"/>
    <w:rsid w:val="003D2BED"/>
    <w:rsid w:val="003D2F99"/>
    <w:rsid w:val="003D3764"/>
    <w:rsid w:val="003D58AB"/>
    <w:rsid w:val="003D65A9"/>
    <w:rsid w:val="003D7403"/>
    <w:rsid w:val="003E03D0"/>
    <w:rsid w:val="003E0DBD"/>
    <w:rsid w:val="003E0E94"/>
    <w:rsid w:val="003E12AA"/>
    <w:rsid w:val="003E38B1"/>
    <w:rsid w:val="003E73EE"/>
    <w:rsid w:val="003F0E3C"/>
    <w:rsid w:val="003F1BC5"/>
    <w:rsid w:val="003F2398"/>
    <w:rsid w:val="003F3B0D"/>
    <w:rsid w:val="003F41B8"/>
    <w:rsid w:val="003F5839"/>
    <w:rsid w:val="00400BAE"/>
    <w:rsid w:val="00400CC7"/>
    <w:rsid w:val="00400EBD"/>
    <w:rsid w:val="004015D9"/>
    <w:rsid w:val="004019CF"/>
    <w:rsid w:val="00402B2B"/>
    <w:rsid w:val="00403E14"/>
    <w:rsid w:val="004057B6"/>
    <w:rsid w:val="00405A9D"/>
    <w:rsid w:val="00405FB4"/>
    <w:rsid w:val="00406E18"/>
    <w:rsid w:val="00407E57"/>
    <w:rsid w:val="0041156E"/>
    <w:rsid w:val="00413333"/>
    <w:rsid w:val="004160D2"/>
    <w:rsid w:val="004166D0"/>
    <w:rsid w:val="0042044D"/>
    <w:rsid w:val="0042113D"/>
    <w:rsid w:val="00421951"/>
    <w:rsid w:val="004258C0"/>
    <w:rsid w:val="00425909"/>
    <w:rsid w:val="00427E19"/>
    <w:rsid w:val="00430CF5"/>
    <w:rsid w:val="0043195F"/>
    <w:rsid w:val="00432B29"/>
    <w:rsid w:val="00434542"/>
    <w:rsid w:val="00435F0D"/>
    <w:rsid w:val="00440B87"/>
    <w:rsid w:val="0044254F"/>
    <w:rsid w:val="00446C0C"/>
    <w:rsid w:val="004533A6"/>
    <w:rsid w:val="004604EE"/>
    <w:rsid w:val="00460EB1"/>
    <w:rsid w:val="00461B30"/>
    <w:rsid w:val="00463193"/>
    <w:rsid w:val="00463455"/>
    <w:rsid w:val="0046437E"/>
    <w:rsid w:val="00470069"/>
    <w:rsid w:val="004700CB"/>
    <w:rsid w:val="00471BC5"/>
    <w:rsid w:val="0047396F"/>
    <w:rsid w:val="004814E8"/>
    <w:rsid w:val="004856D8"/>
    <w:rsid w:val="00490C35"/>
    <w:rsid w:val="004917E5"/>
    <w:rsid w:val="00491D04"/>
    <w:rsid w:val="004926DB"/>
    <w:rsid w:val="004940C5"/>
    <w:rsid w:val="0049465E"/>
    <w:rsid w:val="00495E8F"/>
    <w:rsid w:val="004964E8"/>
    <w:rsid w:val="004A1C44"/>
    <w:rsid w:val="004A3B5C"/>
    <w:rsid w:val="004A4BA6"/>
    <w:rsid w:val="004A554B"/>
    <w:rsid w:val="004A690A"/>
    <w:rsid w:val="004B1834"/>
    <w:rsid w:val="004B4E4B"/>
    <w:rsid w:val="004B519F"/>
    <w:rsid w:val="004B5FDA"/>
    <w:rsid w:val="004B62CC"/>
    <w:rsid w:val="004C2E63"/>
    <w:rsid w:val="004C3EB8"/>
    <w:rsid w:val="004C4BD8"/>
    <w:rsid w:val="004C6D2B"/>
    <w:rsid w:val="004D02E4"/>
    <w:rsid w:val="004D2F43"/>
    <w:rsid w:val="004D3601"/>
    <w:rsid w:val="004D3AC1"/>
    <w:rsid w:val="004D41EC"/>
    <w:rsid w:val="004D54AD"/>
    <w:rsid w:val="004D5ACA"/>
    <w:rsid w:val="004D7865"/>
    <w:rsid w:val="004D7F38"/>
    <w:rsid w:val="004E1817"/>
    <w:rsid w:val="004E69F6"/>
    <w:rsid w:val="004E7767"/>
    <w:rsid w:val="004E7FE4"/>
    <w:rsid w:val="004F23DF"/>
    <w:rsid w:val="004F4560"/>
    <w:rsid w:val="004F596D"/>
    <w:rsid w:val="0050096E"/>
    <w:rsid w:val="00501E34"/>
    <w:rsid w:val="00505E3F"/>
    <w:rsid w:val="0050606E"/>
    <w:rsid w:val="00506508"/>
    <w:rsid w:val="00506AC7"/>
    <w:rsid w:val="00507B5A"/>
    <w:rsid w:val="00507BCD"/>
    <w:rsid w:val="00515A25"/>
    <w:rsid w:val="00520488"/>
    <w:rsid w:val="00525079"/>
    <w:rsid w:val="00525DA2"/>
    <w:rsid w:val="00526335"/>
    <w:rsid w:val="0052721F"/>
    <w:rsid w:val="0053021B"/>
    <w:rsid w:val="005304B7"/>
    <w:rsid w:val="0053173D"/>
    <w:rsid w:val="00531D83"/>
    <w:rsid w:val="0053239A"/>
    <w:rsid w:val="00532923"/>
    <w:rsid w:val="0053559B"/>
    <w:rsid w:val="00536281"/>
    <w:rsid w:val="00536721"/>
    <w:rsid w:val="005370F7"/>
    <w:rsid w:val="0054129B"/>
    <w:rsid w:val="00541D14"/>
    <w:rsid w:val="005434C7"/>
    <w:rsid w:val="005434D8"/>
    <w:rsid w:val="00547F99"/>
    <w:rsid w:val="005500D8"/>
    <w:rsid w:val="005510F8"/>
    <w:rsid w:val="00551CA0"/>
    <w:rsid w:val="0055236A"/>
    <w:rsid w:val="005529B6"/>
    <w:rsid w:val="00553EA8"/>
    <w:rsid w:val="005546E5"/>
    <w:rsid w:val="005549B3"/>
    <w:rsid w:val="00554EAF"/>
    <w:rsid w:val="00556CBA"/>
    <w:rsid w:val="00557490"/>
    <w:rsid w:val="0055766E"/>
    <w:rsid w:val="005576FC"/>
    <w:rsid w:val="00560968"/>
    <w:rsid w:val="005610FD"/>
    <w:rsid w:val="00562ED2"/>
    <w:rsid w:val="00563427"/>
    <w:rsid w:val="00563911"/>
    <w:rsid w:val="0056393F"/>
    <w:rsid w:val="005644FE"/>
    <w:rsid w:val="00564BFA"/>
    <w:rsid w:val="005657E0"/>
    <w:rsid w:val="00571B8D"/>
    <w:rsid w:val="00571D86"/>
    <w:rsid w:val="005720AF"/>
    <w:rsid w:val="00574575"/>
    <w:rsid w:val="00575BED"/>
    <w:rsid w:val="00580983"/>
    <w:rsid w:val="00583EC3"/>
    <w:rsid w:val="00591672"/>
    <w:rsid w:val="00592167"/>
    <w:rsid w:val="00592BB4"/>
    <w:rsid w:val="00593848"/>
    <w:rsid w:val="00595389"/>
    <w:rsid w:val="005969DC"/>
    <w:rsid w:val="0059794E"/>
    <w:rsid w:val="005A359C"/>
    <w:rsid w:val="005A5D82"/>
    <w:rsid w:val="005A6064"/>
    <w:rsid w:val="005A654B"/>
    <w:rsid w:val="005A6BB6"/>
    <w:rsid w:val="005B0BC5"/>
    <w:rsid w:val="005B35DB"/>
    <w:rsid w:val="005B41EB"/>
    <w:rsid w:val="005B43E0"/>
    <w:rsid w:val="005B56AC"/>
    <w:rsid w:val="005B69B3"/>
    <w:rsid w:val="005B77CE"/>
    <w:rsid w:val="005C03D1"/>
    <w:rsid w:val="005C0A18"/>
    <w:rsid w:val="005C43E1"/>
    <w:rsid w:val="005C4525"/>
    <w:rsid w:val="005C473F"/>
    <w:rsid w:val="005C5795"/>
    <w:rsid w:val="005C5C95"/>
    <w:rsid w:val="005C7C27"/>
    <w:rsid w:val="005D0A5E"/>
    <w:rsid w:val="005D245C"/>
    <w:rsid w:val="005D5372"/>
    <w:rsid w:val="005E1386"/>
    <w:rsid w:val="005E26B0"/>
    <w:rsid w:val="005E3756"/>
    <w:rsid w:val="005E65EB"/>
    <w:rsid w:val="005E7B5C"/>
    <w:rsid w:val="005F0A37"/>
    <w:rsid w:val="005F4AED"/>
    <w:rsid w:val="005F54D0"/>
    <w:rsid w:val="005F6DF0"/>
    <w:rsid w:val="005F6EE4"/>
    <w:rsid w:val="005F7820"/>
    <w:rsid w:val="00600611"/>
    <w:rsid w:val="00601C9C"/>
    <w:rsid w:val="00603578"/>
    <w:rsid w:val="00607CEC"/>
    <w:rsid w:val="0061058F"/>
    <w:rsid w:val="00614DD0"/>
    <w:rsid w:val="00620753"/>
    <w:rsid w:val="006207D3"/>
    <w:rsid w:val="00620C5B"/>
    <w:rsid w:val="00621225"/>
    <w:rsid w:val="00623B58"/>
    <w:rsid w:val="00623CE6"/>
    <w:rsid w:val="00627A10"/>
    <w:rsid w:val="00630493"/>
    <w:rsid w:val="0063099D"/>
    <w:rsid w:val="00630BDE"/>
    <w:rsid w:val="00632735"/>
    <w:rsid w:val="00634EF5"/>
    <w:rsid w:val="006355C9"/>
    <w:rsid w:val="00640FA1"/>
    <w:rsid w:val="00641082"/>
    <w:rsid w:val="0064150A"/>
    <w:rsid w:val="00641CD7"/>
    <w:rsid w:val="00643723"/>
    <w:rsid w:val="00644DA5"/>
    <w:rsid w:val="00647189"/>
    <w:rsid w:val="0065101B"/>
    <w:rsid w:val="006515BA"/>
    <w:rsid w:val="006526B2"/>
    <w:rsid w:val="00653695"/>
    <w:rsid w:val="00654332"/>
    <w:rsid w:val="0065560B"/>
    <w:rsid w:val="00662387"/>
    <w:rsid w:val="00662BC4"/>
    <w:rsid w:val="00663B11"/>
    <w:rsid w:val="00666201"/>
    <w:rsid w:val="00667E49"/>
    <w:rsid w:val="00670CCB"/>
    <w:rsid w:val="00673BA4"/>
    <w:rsid w:val="006775FB"/>
    <w:rsid w:val="00682802"/>
    <w:rsid w:val="006828E2"/>
    <w:rsid w:val="006849EF"/>
    <w:rsid w:val="0068544A"/>
    <w:rsid w:val="00685836"/>
    <w:rsid w:val="00685C93"/>
    <w:rsid w:val="00687982"/>
    <w:rsid w:val="00687F18"/>
    <w:rsid w:val="006958BD"/>
    <w:rsid w:val="006A015D"/>
    <w:rsid w:val="006A138D"/>
    <w:rsid w:val="006A20FC"/>
    <w:rsid w:val="006A2488"/>
    <w:rsid w:val="006A276C"/>
    <w:rsid w:val="006A3E56"/>
    <w:rsid w:val="006A483E"/>
    <w:rsid w:val="006A7AD0"/>
    <w:rsid w:val="006A7D80"/>
    <w:rsid w:val="006B0E95"/>
    <w:rsid w:val="006B14F4"/>
    <w:rsid w:val="006B3531"/>
    <w:rsid w:val="006B5800"/>
    <w:rsid w:val="006B5F71"/>
    <w:rsid w:val="006C04A7"/>
    <w:rsid w:val="006C534E"/>
    <w:rsid w:val="006C7434"/>
    <w:rsid w:val="006C762E"/>
    <w:rsid w:val="006D0547"/>
    <w:rsid w:val="006D107B"/>
    <w:rsid w:val="006D276E"/>
    <w:rsid w:val="006D5E0F"/>
    <w:rsid w:val="006D7101"/>
    <w:rsid w:val="006E3587"/>
    <w:rsid w:val="006E457E"/>
    <w:rsid w:val="006E4F5F"/>
    <w:rsid w:val="006E7E8C"/>
    <w:rsid w:val="006F145D"/>
    <w:rsid w:val="006F29DB"/>
    <w:rsid w:val="006F437F"/>
    <w:rsid w:val="006F495C"/>
    <w:rsid w:val="006F7210"/>
    <w:rsid w:val="00701BBD"/>
    <w:rsid w:val="0070365A"/>
    <w:rsid w:val="00703EFA"/>
    <w:rsid w:val="00707FE2"/>
    <w:rsid w:val="007119FE"/>
    <w:rsid w:val="0071286D"/>
    <w:rsid w:val="00714912"/>
    <w:rsid w:val="007163AF"/>
    <w:rsid w:val="007167D8"/>
    <w:rsid w:val="00720677"/>
    <w:rsid w:val="00720D2D"/>
    <w:rsid w:val="00722E3D"/>
    <w:rsid w:val="007237D7"/>
    <w:rsid w:val="007255A6"/>
    <w:rsid w:val="00726ED0"/>
    <w:rsid w:val="00731D93"/>
    <w:rsid w:val="0073432E"/>
    <w:rsid w:val="007352D9"/>
    <w:rsid w:val="007355CB"/>
    <w:rsid w:val="00736E8E"/>
    <w:rsid w:val="007379AD"/>
    <w:rsid w:val="00741A1C"/>
    <w:rsid w:val="00741ED1"/>
    <w:rsid w:val="007423A0"/>
    <w:rsid w:val="007430D6"/>
    <w:rsid w:val="0074319A"/>
    <w:rsid w:val="00743340"/>
    <w:rsid w:val="00743389"/>
    <w:rsid w:val="007449F2"/>
    <w:rsid w:val="00745FD2"/>
    <w:rsid w:val="00750227"/>
    <w:rsid w:val="00752973"/>
    <w:rsid w:val="00753293"/>
    <w:rsid w:val="00763974"/>
    <w:rsid w:val="007651FA"/>
    <w:rsid w:val="00773869"/>
    <w:rsid w:val="00773DBC"/>
    <w:rsid w:val="00775FF8"/>
    <w:rsid w:val="007764EA"/>
    <w:rsid w:val="007771ED"/>
    <w:rsid w:val="00780002"/>
    <w:rsid w:val="00782133"/>
    <w:rsid w:val="00782B01"/>
    <w:rsid w:val="0078413F"/>
    <w:rsid w:val="00785121"/>
    <w:rsid w:val="00791B63"/>
    <w:rsid w:val="00792A1F"/>
    <w:rsid w:val="00792E7A"/>
    <w:rsid w:val="00792FE2"/>
    <w:rsid w:val="007930EA"/>
    <w:rsid w:val="0079328E"/>
    <w:rsid w:val="00793758"/>
    <w:rsid w:val="00794105"/>
    <w:rsid w:val="0079442C"/>
    <w:rsid w:val="00794760"/>
    <w:rsid w:val="007A0659"/>
    <w:rsid w:val="007A0BFB"/>
    <w:rsid w:val="007A1E5B"/>
    <w:rsid w:val="007A3B5A"/>
    <w:rsid w:val="007A6022"/>
    <w:rsid w:val="007A72EF"/>
    <w:rsid w:val="007A7EBA"/>
    <w:rsid w:val="007A7FD2"/>
    <w:rsid w:val="007B1336"/>
    <w:rsid w:val="007B5914"/>
    <w:rsid w:val="007B62C5"/>
    <w:rsid w:val="007B6882"/>
    <w:rsid w:val="007B6EE5"/>
    <w:rsid w:val="007B7AB1"/>
    <w:rsid w:val="007C32EF"/>
    <w:rsid w:val="007C4C00"/>
    <w:rsid w:val="007C5887"/>
    <w:rsid w:val="007C61F6"/>
    <w:rsid w:val="007D0C13"/>
    <w:rsid w:val="007D1F43"/>
    <w:rsid w:val="007D2E40"/>
    <w:rsid w:val="007D3385"/>
    <w:rsid w:val="007D4F4B"/>
    <w:rsid w:val="007D6ECC"/>
    <w:rsid w:val="007D7E4E"/>
    <w:rsid w:val="007E0CE7"/>
    <w:rsid w:val="007E17F9"/>
    <w:rsid w:val="007E2973"/>
    <w:rsid w:val="007E3C05"/>
    <w:rsid w:val="007E41FE"/>
    <w:rsid w:val="007E4983"/>
    <w:rsid w:val="007E59F1"/>
    <w:rsid w:val="007E6A81"/>
    <w:rsid w:val="007F046B"/>
    <w:rsid w:val="007F113E"/>
    <w:rsid w:val="007F19D7"/>
    <w:rsid w:val="007F3EAB"/>
    <w:rsid w:val="007F47B8"/>
    <w:rsid w:val="007F5F1E"/>
    <w:rsid w:val="007F6650"/>
    <w:rsid w:val="00801B15"/>
    <w:rsid w:val="00802126"/>
    <w:rsid w:val="008051B3"/>
    <w:rsid w:val="008143B5"/>
    <w:rsid w:val="00814CED"/>
    <w:rsid w:val="00815C65"/>
    <w:rsid w:val="00820226"/>
    <w:rsid w:val="0082148E"/>
    <w:rsid w:val="00821C30"/>
    <w:rsid w:val="008222AE"/>
    <w:rsid w:val="00822A8D"/>
    <w:rsid w:val="00822E91"/>
    <w:rsid w:val="008324FD"/>
    <w:rsid w:val="00834071"/>
    <w:rsid w:val="00834DFD"/>
    <w:rsid w:val="00835143"/>
    <w:rsid w:val="00837EC5"/>
    <w:rsid w:val="00837FCC"/>
    <w:rsid w:val="008405C4"/>
    <w:rsid w:val="0084172D"/>
    <w:rsid w:val="008444B9"/>
    <w:rsid w:val="00850760"/>
    <w:rsid w:val="008572FA"/>
    <w:rsid w:val="008621B1"/>
    <w:rsid w:val="0086351F"/>
    <w:rsid w:val="00865CD0"/>
    <w:rsid w:val="00866E22"/>
    <w:rsid w:val="008700C4"/>
    <w:rsid w:val="00870865"/>
    <w:rsid w:val="00870B53"/>
    <w:rsid w:val="008724FD"/>
    <w:rsid w:val="008735EE"/>
    <w:rsid w:val="00873D81"/>
    <w:rsid w:val="0087606D"/>
    <w:rsid w:val="00876197"/>
    <w:rsid w:val="00882A0D"/>
    <w:rsid w:val="00883CBB"/>
    <w:rsid w:val="008848C2"/>
    <w:rsid w:val="00886CE2"/>
    <w:rsid w:val="008937C3"/>
    <w:rsid w:val="00893F08"/>
    <w:rsid w:val="00893F59"/>
    <w:rsid w:val="00897444"/>
    <w:rsid w:val="008A02C5"/>
    <w:rsid w:val="008A0A20"/>
    <w:rsid w:val="008A0C3B"/>
    <w:rsid w:val="008A107C"/>
    <w:rsid w:val="008A2822"/>
    <w:rsid w:val="008A38C8"/>
    <w:rsid w:val="008A4AD5"/>
    <w:rsid w:val="008A6100"/>
    <w:rsid w:val="008A6AEF"/>
    <w:rsid w:val="008B102D"/>
    <w:rsid w:val="008B1C11"/>
    <w:rsid w:val="008B2873"/>
    <w:rsid w:val="008B7688"/>
    <w:rsid w:val="008B7DFA"/>
    <w:rsid w:val="008C0870"/>
    <w:rsid w:val="008C1F60"/>
    <w:rsid w:val="008C4CCB"/>
    <w:rsid w:val="008C5266"/>
    <w:rsid w:val="008C63DF"/>
    <w:rsid w:val="008C68D8"/>
    <w:rsid w:val="008C7445"/>
    <w:rsid w:val="008C7A9A"/>
    <w:rsid w:val="008D166F"/>
    <w:rsid w:val="008D20C3"/>
    <w:rsid w:val="008D2482"/>
    <w:rsid w:val="008D3074"/>
    <w:rsid w:val="008D3160"/>
    <w:rsid w:val="008D4C51"/>
    <w:rsid w:val="008E3350"/>
    <w:rsid w:val="008E37F4"/>
    <w:rsid w:val="008E412B"/>
    <w:rsid w:val="008E5E33"/>
    <w:rsid w:val="008F382E"/>
    <w:rsid w:val="008F5F00"/>
    <w:rsid w:val="008F6355"/>
    <w:rsid w:val="008F7823"/>
    <w:rsid w:val="0090002B"/>
    <w:rsid w:val="00901674"/>
    <w:rsid w:val="00902CF1"/>
    <w:rsid w:val="009072AB"/>
    <w:rsid w:val="009106D4"/>
    <w:rsid w:val="00910CAA"/>
    <w:rsid w:val="00911C13"/>
    <w:rsid w:val="00914601"/>
    <w:rsid w:val="00915CAA"/>
    <w:rsid w:val="009165E7"/>
    <w:rsid w:val="009176E3"/>
    <w:rsid w:val="0091782A"/>
    <w:rsid w:val="00921755"/>
    <w:rsid w:val="0092450B"/>
    <w:rsid w:val="00925F58"/>
    <w:rsid w:val="009267F3"/>
    <w:rsid w:val="0092703B"/>
    <w:rsid w:val="00930BD4"/>
    <w:rsid w:val="00931AA9"/>
    <w:rsid w:val="00931AD5"/>
    <w:rsid w:val="00937E75"/>
    <w:rsid w:val="009402DD"/>
    <w:rsid w:val="00940B83"/>
    <w:rsid w:val="00942DAA"/>
    <w:rsid w:val="009432BD"/>
    <w:rsid w:val="00944BC7"/>
    <w:rsid w:val="00944EF9"/>
    <w:rsid w:val="00944F76"/>
    <w:rsid w:val="009452DF"/>
    <w:rsid w:val="00945CDF"/>
    <w:rsid w:val="00946926"/>
    <w:rsid w:val="00947007"/>
    <w:rsid w:val="009501DB"/>
    <w:rsid w:val="0095187F"/>
    <w:rsid w:val="009621F1"/>
    <w:rsid w:val="0096224D"/>
    <w:rsid w:val="00962713"/>
    <w:rsid w:val="00963773"/>
    <w:rsid w:val="009653C9"/>
    <w:rsid w:val="00965635"/>
    <w:rsid w:val="009656E9"/>
    <w:rsid w:val="00966B99"/>
    <w:rsid w:val="009676B4"/>
    <w:rsid w:val="009712FB"/>
    <w:rsid w:val="009716BE"/>
    <w:rsid w:val="00972768"/>
    <w:rsid w:val="00977196"/>
    <w:rsid w:val="00981753"/>
    <w:rsid w:val="00984FE1"/>
    <w:rsid w:val="00986EC7"/>
    <w:rsid w:val="0098777B"/>
    <w:rsid w:val="00987B54"/>
    <w:rsid w:val="00987C60"/>
    <w:rsid w:val="00990F53"/>
    <w:rsid w:val="00991605"/>
    <w:rsid w:val="00991D0C"/>
    <w:rsid w:val="00992490"/>
    <w:rsid w:val="009938C5"/>
    <w:rsid w:val="009A2FBE"/>
    <w:rsid w:val="009A33E0"/>
    <w:rsid w:val="009A4463"/>
    <w:rsid w:val="009A4FD3"/>
    <w:rsid w:val="009A6695"/>
    <w:rsid w:val="009A7695"/>
    <w:rsid w:val="009A782F"/>
    <w:rsid w:val="009B39D3"/>
    <w:rsid w:val="009B3B1B"/>
    <w:rsid w:val="009B3EAC"/>
    <w:rsid w:val="009B48E2"/>
    <w:rsid w:val="009B66EC"/>
    <w:rsid w:val="009B7835"/>
    <w:rsid w:val="009C3120"/>
    <w:rsid w:val="009C3F4F"/>
    <w:rsid w:val="009C504B"/>
    <w:rsid w:val="009C7EA0"/>
    <w:rsid w:val="009D3517"/>
    <w:rsid w:val="009E0FD4"/>
    <w:rsid w:val="009E1672"/>
    <w:rsid w:val="009E1FB2"/>
    <w:rsid w:val="009E2EB3"/>
    <w:rsid w:val="009E5564"/>
    <w:rsid w:val="009F39DA"/>
    <w:rsid w:val="009F5DB4"/>
    <w:rsid w:val="00A001B8"/>
    <w:rsid w:val="00A0318E"/>
    <w:rsid w:val="00A04568"/>
    <w:rsid w:val="00A0705C"/>
    <w:rsid w:val="00A07B75"/>
    <w:rsid w:val="00A12AEC"/>
    <w:rsid w:val="00A13837"/>
    <w:rsid w:val="00A14940"/>
    <w:rsid w:val="00A15B38"/>
    <w:rsid w:val="00A2129C"/>
    <w:rsid w:val="00A221A8"/>
    <w:rsid w:val="00A23F72"/>
    <w:rsid w:val="00A25C36"/>
    <w:rsid w:val="00A27B32"/>
    <w:rsid w:val="00A27BF4"/>
    <w:rsid w:val="00A40315"/>
    <w:rsid w:val="00A404BB"/>
    <w:rsid w:val="00A42B07"/>
    <w:rsid w:val="00A45CEC"/>
    <w:rsid w:val="00A47E17"/>
    <w:rsid w:val="00A518BC"/>
    <w:rsid w:val="00A5299E"/>
    <w:rsid w:val="00A52A64"/>
    <w:rsid w:val="00A557C6"/>
    <w:rsid w:val="00A607CC"/>
    <w:rsid w:val="00A60853"/>
    <w:rsid w:val="00A616B9"/>
    <w:rsid w:val="00A6193A"/>
    <w:rsid w:val="00A6426D"/>
    <w:rsid w:val="00A64501"/>
    <w:rsid w:val="00A6534A"/>
    <w:rsid w:val="00A67307"/>
    <w:rsid w:val="00A710FF"/>
    <w:rsid w:val="00A71B40"/>
    <w:rsid w:val="00A72925"/>
    <w:rsid w:val="00A73F9A"/>
    <w:rsid w:val="00A75217"/>
    <w:rsid w:val="00A75643"/>
    <w:rsid w:val="00A75C6B"/>
    <w:rsid w:val="00A760DD"/>
    <w:rsid w:val="00A826EB"/>
    <w:rsid w:val="00A82852"/>
    <w:rsid w:val="00A83718"/>
    <w:rsid w:val="00A857AC"/>
    <w:rsid w:val="00A8664C"/>
    <w:rsid w:val="00A87966"/>
    <w:rsid w:val="00A902FC"/>
    <w:rsid w:val="00A90740"/>
    <w:rsid w:val="00A911EC"/>
    <w:rsid w:val="00A91CAF"/>
    <w:rsid w:val="00A92776"/>
    <w:rsid w:val="00A94E5F"/>
    <w:rsid w:val="00A954D0"/>
    <w:rsid w:val="00A96F2B"/>
    <w:rsid w:val="00AA0254"/>
    <w:rsid w:val="00AA2A04"/>
    <w:rsid w:val="00AA3E35"/>
    <w:rsid w:val="00AA47C6"/>
    <w:rsid w:val="00AA496D"/>
    <w:rsid w:val="00AA4A16"/>
    <w:rsid w:val="00AA4E75"/>
    <w:rsid w:val="00AA7C94"/>
    <w:rsid w:val="00AB03E8"/>
    <w:rsid w:val="00AB20FB"/>
    <w:rsid w:val="00AB3C3E"/>
    <w:rsid w:val="00AB48AB"/>
    <w:rsid w:val="00AB6710"/>
    <w:rsid w:val="00AB6950"/>
    <w:rsid w:val="00AC03B0"/>
    <w:rsid w:val="00AC315B"/>
    <w:rsid w:val="00AC3F88"/>
    <w:rsid w:val="00AC4A55"/>
    <w:rsid w:val="00AC5B20"/>
    <w:rsid w:val="00AD185F"/>
    <w:rsid w:val="00AD1E59"/>
    <w:rsid w:val="00AD526B"/>
    <w:rsid w:val="00AD5A42"/>
    <w:rsid w:val="00AD5E1C"/>
    <w:rsid w:val="00AD5EC8"/>
    <w:rsid w:val="00AD7DCF"/>
    <w:rsid w:val="00AE030F"/>
    <w:rsid w:val="00AE108A"/>
    <w:rsid w:val="00AE4775"/>
    <w:rsid w:val="00AE673D"/>
    <w:rsid w:val="00AE683B"/>
    <w:rsid w:val="00AF3924"/>
    <w:rsid w:val="00AF5956"/>
    <w:rsid w:val="00AF6209"/>
    <w:rsid w:val="00AF6591"/>
    <w:rsid w:val="00AF7525"/>
    <w:rsid w:val="00B011E8"/>
    <w:rsid w:val="00B026AA"/>
    <w:rsid w:val="00B02943"/>
    <w:rsid w:val="00B0336C"/>
    <w:rsid w:val="00B04033"/>
    <w:rsid w:val="00B10F36"/>
    <w:rsid w:val="00B14717"/>
    <w:rsid w:val="00B1644A"/>
    <w:rsid w:val="00B17839"/>
    <w:rsid w:val="00B17DBB"/>
    <w:rsid w:val="00B2184D"/>
    <w:rsid w:val="00B23E16"/>
    <w:rsid w:val="00B24661"/>
    <w:rsid w:val="00B24695"/>
    <w:rsid w:val="00B251DA"/>
    <w:rsid w:val="00B310BE"/>
    <w:rsid w:val="00B32C21"/>
    <w:rsid w:val="00B32E14"/>
    <w:rsid w:val="00B336C3"/>
    <w:rsid w:val="00B34B4A"/>
    <w:rsid w:val="00B35228"/>
    <w:rsid w:val="00B36E42"/>
    <w:rsid w:val="00B3756C"/>
    <w:rsid w:val="00B37FC7"/>
    <w:rsid w:val="00B40515"/>
    <w:rsid w:val="00B460DF"/>
    <w:rsid w:val="00B473C5"/>
    <w:rsid w:val="00B47E61"/>
    <w:rsid w:val="00B52CA3"/>
    <w:rsid w:val="00B53C43"/>
    <w:rsid w:val="00B55E97"/>
    <w:rsid w:val="00B56F69"/>
    <w:rsid w:val="00B56FF8"/>
    <w:rsid w:val="00B629FF"/>
    <w:rsid w:val="00B643DF"/>
    <w:rsid w:val="00B6619C"/>
    <w:rsid w:val="00B74232"/>
    <w:rsid w:val="00B74C0A"/>
    <w:rsid w:val="00B74F57"/>
    <w:rsid w:val="00B759E3"/>
    <w:rsid w:val="00B80A9F"/>
    <w:rsid w:val="00B83056"/>
    <w:rsid w:val="00B8486C"/>
    <w:rsid w:val="00B858D9"/>
    <w:rsid w:val="00B875CC"/>
    <w:rsid w:val="00B9183C"/>
    <w:rsid w:val="00B92F3F"/>
    <w:rsid w:val="00B95A40"/>
    <w:rsid w:val="00BA037C"/>
    <w:rsid w:val="00BA195C"/>
    <w:rsid w:val="00BA2BC0"/>
    <w:rsid w:val="00BA333D"/>
    <w:rsid w:val="00BA44CA"/>
    <w:rsid w:val="00BA4B6F"/>
    <w:rsid w:val="00BA5713"/>
    <w:rsid w:val="00BA5CA0"/>
    <w:rsid w:val="00BA6420"/>
    <w:rsid w:val="00BA78F0"/>
    <w:rsid w:val="00BB0B2D"/>
    <w:rsid w:val="00BB294F"/>
    <w:rsid w:val="00BB5C6D"/>
    <w:rsid w:val="00BC709F"/>
    <w:rsid w:val="00BD3396"/>
    <w:rsid w:val="00BD35EB"/>
    <w:rsid w:val="00BD4B40"/>
    <w:rsid w:val="00BD56F7"/>
    <w:rsid w:val="00BD6CE4"/>
    <w:rsid w:val="00BE05CD"/>
    <w:rsid w:val="00BE1CC7"/>
    <w:rsid w:val="00BE1EBF"/>
    <w:rsid w:val="00BE48D8"/>
    <w:rsid w:val="00BE4A33"/>
    <w:rsid w:val="00BF1A49"/>
    <w:rsid w:val="00BF1C57"/>
    <w:rsid w:val="00BF2674"/>
    <w:rsid w:val="00BF6BC7"/>
    <w:rsid w:val="00C01356"/>
    <w:rsid w:val="00C11141"/>
    <w:rsid w:val="00C12D24"/>
    <w:rsid w:val="00C14102"/>
    <w:rsid w:val="00C14796"/>
    <w:rsid w:val="00C16C20"/>
    <w:rsid w:val="00C208A6"/>
    <w:rsid w:val="00C22950"/>
    <w:rsid w:val="00C233F6"/>
    <w:rsid w:val="00C26BAD"/>
    <w:rsid w:val="00C27315"/>
    <w:rsid w:val="00C33B3C"/>
    <w:rsid w:val="00C33DB5"/>
    <w:rsid w:val="00C33F45"/>
    <w:rsid w:val="00C3514C"/>
    <w:rsid w:val="00C3625A"/>
    <w:rsid w:val="00C36984"/>
    <w:rsid w:val="00C40DB5"/>
    <w:rsid w:val="00C50EFF"/>
    <w:rsid w:val="00C5130F"/>
    <w:rsid w:val="00C5238D"/>
    <w:rsid w:val="00C524D8"/>
    <w:rsid w:val="00C544E9"/>
    <w:rsid w:val="00C54667"/>
    <w:rsid w:val="00C57F40"/>
    <w:rsid w:val="00C60740"/>
    <w:rsid w:val="00C61E53"/>
    <w:rsid w:val="00C62201"/>
    <w:rsid w:val="00C632B1"/>
    <w:rsid w:val="00C64BAE"/>
    <w:rsid w:val="00C66124"/>
    <w:rsid w:val="00C665C3"/>
    <w:rsid w:val="00C66B34"/>
    <w:rsid w:val="00C70490"/>
    <w:rsid w:val="00C72F2F"/>
    <w:rsid w:val="00C73963"/>
    <w:rsid w:val="00C75985"/>
    <w:rsid w:val="00C76702"/>
    <w:rsid w:val="00C80713"/>
    <w:rsid w:val="00C80B2D"/>
    <w:rsid w:val="00C80CC4"/>
    <w:rsid w:val="00C82528"/>
    <w:rsid w:val="00C82B3C"/>
    <w:rsid w:val="00C831CF"/>
    <w:rsid w:val="00C8355A"/>
    <w:rsid w:val="00C835BD"/>
    <w:rsid w:val="00C84EED"/>
    <w:rsid w:val="00C84FF4"/>
    <w:rsid w:val="00C86250"/>
    <w:rsid w:val="00C8665E"/>
    <w:rsid w:val="00C86F29"/>
    <w:rsid w:val="00C9326D"/>
    <w:rsid w:val="00C95198"/>
    <w:rsid w:val="00C958C1"/>
    <w:rsid w:val="00C9622B"/>
    <w:rsid w:val="00C97D19"/>
    <w:rsid w:val="00C97D83"/>
    <w:rsid w:val="00C97F11"/>
    <w:rsid w:val="00CA0105"/>
    <w:rsid w:val="00CA1D72"/>
    <w:rsid w:val="00CA29B0"/>
    <w:rsid w:val="00CA4BAB"/>
    <w:rsid w:val="00CA6448"/>
    <w:rsid w:val="00CA6DAE"/>
    <w:rsid w:val="00CA6DF3"/>
    <w:rsid w:val="00CA7503"/>
    <w:rsid w:val="00CA7F01"/>
    <w:rsid w:val="00CB05F2"/>
    <w:rsid w:val="00CB07C0"/>
    <w:rsid w:val="00CB1BE3"/>
    <w:rsid w:val="00CB5EBD"/>
    <w:rsid w:val="00CB656A"/>
    <w:rsid w:val="00CB778C"/>
    <w:rsid w:val="00CC030A"/>
    <w:rsid w:val="00CC1BFB"/>
    <w:rsid w:val="00CC1F53"/>
    <w:rsid w:val="00CC4C7B"/>
    <w:rsid w:val="00CC4E40"/>
    <w:rsid w:val="00CC6170"/>
    <w:rsid w:val="00CC74B0"/>
    <w:rsid w:val="00CD2C2A"/>
    <w:rsid w:val="00CD2D40"/>
    <w:rsid w:val="00CD78A9"/>
    <w:rsid w:val="00CE07B3"/>
    <w:rsid w:val="00CE0F4C"/>
    <w:rsid w:val="00CE1D27"/>
    <w:rsid w:val="00CE256A"/>
    <w:rsid w:val="00CE461B"/>
    <w:rsid w:val="00CF0212"/>
    <w:rsid w:val="00CF0563"/>
    <w:rsid w:val="00CF08D5"/>
    <w:rsid w:val="00CF7028"/>
    <w:rsid w:val="00CF77E5"/>
    <w:rsid w:val="00D01C61"/>
    <w:rsid w:val="00D02480"/>
    <w:rsid w:val="00D03467"/>
    <w:rsid w:val="00D04AE8"/>
    <w:rsid w:val="00D06CD9"/>
    <w:rsid w:val="00D10E35"/>
    <w:rsid w:val="00D12FF4"/>
    <w:rsid w:val="00D133EE"/>
    <w:rsid w:val="00D1391E"/>
    <w:rsid w:val="00D13DAE"/>
    <w:rsid w:val="00D15DA5"/>
    <w:rsid w:val="00D1656E"/>
    <w:rsid w:val="00D20A7B"/>
    <w:rsid w:val="00D20F94"/>
    <w:rsid w:val="00D24824"/>
    <w:rsid w:val="00D27ABB"/>
    <w:rsid w:val="00D323B4"/>
    <w:rsid w:val="00D35A92"/>
    <w:rsid w:val="00D36457"/>
    <w:rsid w:val="00D365B0"/>
    <w:rsid w:val="00D36D28"/>
    <w:rsid w:val="00D41CD2"/>
    <w:rsid w:val="00D436A3"/>
    <w:rsid w:val="00D45401"/>
    <w:rsid w:val="00D46483"/>
    <w:rsid w:val="00D46488"/>
    <w:rsid w:val="00D47044"/>
    <w:rsid w:val="00D5031A"/>
    <w:rsid w:val="00D5193A"/>
    <w:rsid w:val="00D51B59"/>
    <w:rsid w:val="00D54DF2"/>
    <w:rsid w:val="00D57254"/>
    <w:rsid w:val="00D57365"/>
    <w:rsid w:val="00D61CC0"/>
    <w:rsid w:val="00D66756"/>
    <w:rsid w:val="00D66FB4"/>
    <w:rsid w:val="00D712B1"/>
    <w:rsid w:val="00D718B5"/>
    <w:rsid w:val="00D75405"/>
    <w:rsid w:val="00D80AE9"/>
    <w:rsid w:val="00D834EB"/>
    <w:rsid w:val="00D85DB2"/>
    <w:rsid w:val="00D86C7A"/>
    <w:rsid w:val="00D901B9"/>
    <w:rsid w:val="00D90F2E"/>
    <w:rsid w:val="00D914AA"/>
    <w:rsid w:val="00D92CFD"/>
    <w:rsid w:val="00D9442B"/>
    <w:rsid w:val="00D94C2C"/>
    <w:rsid w:val="00D964DF"/>
    <w:rsid w:val="00D96610"/>
    <w:rsid w:val="00D96FC8"/>
    <w:rsid w:val="00DA40C7"/>
    <w:rsid w:val="00DA607D"/>
    <w:rsid w:val="00DA6BE2"/>
    <w:rsid w:val="00DB19B0"/>
    <w:rsid w:val="00DB27A5"/>
    <w:rsid w:val="00DB5404"/>
    <w:rsid w:val="00DB5B41"/>
    <w:rsid w:val="00DB7DC8"/>
    <w:rsid w:val="00DC1C0E"/>
    <w:rsid w:val="00DC2AB1"/>
    <w:rsid w:val="00DC3891"/>
    <w:rsid w:val="00DC421F"/>
    <w:rsid w:val="00DC4CC7"/>
    <w:rsid w:val="00DC4F12"/>
    <w:rsid w:val="00DC56B7"/>
    <w:rsid w:val="00DC5AF4"/>
    <w:rsid w:val="00DC7034"/>
    <w:rsid w:val="00DC7F64"/>
    <w:rsid w:val="00DD0FB2"/>
    <w:rsid w:val="00DD1BE5"/>
    <w:rsid w:val="00DD44EC"/>
    <w:rsid w:val="00DD568C"/>
    <w:rsid w:val="00DD5CB5"/>
    <w:rsid w:val="00DD6168"/>
    <w:rsid w:val="00DD7A4E"/>
    <w:rsid w:val="00DE0033"/>
    <w:rsid w:val="00DE1C40"/>
    <w:rsid w:val="00DE1CF0"/>
    <w:rsid w:val="00DE2702"/>
    <w:rsid w:val="00DE7CD9"/>
    <w:rsid w:val="00DE7D02"/>
    <w:rsid w:val="00DF0401"/>
    <w:rsid w:val="00DF0633"/>
    <w:rsid w:val="00DF10B2"/>
    <w:rsid w:val="00DF2E36"/>
    <w:rsid w:val="00DF3C9A"/>
    <w:rsid w:val="00DF46C5"/>
    <w:rsid w:val="00DF4F18"/>
    <w:rsid w:val="00DF5D45"/>
    <w:rsid w:val="00E01863"/>
    <w:rsid w:val="00E03FC4"/>
    <w:rsid w:val="00E0429D"/>
    <w:rsid w:val="00E047A2"/>
    <w:rsid w:val="00E05B48"/>
    <w:rsid w:val="00E063A9"/>
    <w:rsid w:val="00E065DF"/>
    <w:rsid w:val="00E13AFD"/>
    <w:rsid w:val="00E141B2"/>
    <w:rsid w:val="00E15417"/>
    <w:rsid w:val="00E158C0"/>
    <w:rsid w:val="00E17640"/>
    <w:rsid w:val="00E22231"/>
    <w:rsid w:val="00E225D2"/>
    <w:rsid w:val="00E27262"/>
    <w:rsid w:val="00E30D22"/>
    <w:rsid w:val="00E315AD"/>
    <w:rsid w:val="00E31732"/>
    <w:rsid w:val="00E31D24"/>
    <w:rsid w:val="00E37A93"/>
    <w:rsid w:val="00E401F7"/>
    <w:rsid w:val="00E41563"/>
    <w:rsid w:val="00E43EE9"/>
    <w:rsid w:val="00E44A6B"/>
    <w:rsid w:val="00E44B17"/>
    <w:rsid w:val="00E46223"/>
    <w:rsid w:val="00E5188C"/>
    <w:rsid w:val="00E51D8D"/>
    <w:rsid w:val="00E53489"/>
    <w:rsid w:val="00E54DBE"/>
    <w:rsid w:val="00E55677"/>
    <w:rsid w:val="00E61DE7"/>
    <w:rsid w:val="00E621FD"/>
    <w:rsid w:val="00E6266F"/>
    <w:rsid w:val="00E66BC4"/>
    <w:rsid w:val="00E70AC5"/>
    <w:rsid w:val="00E71174"/>
    <w:rsid w:val="00E71F06"/>
    <w:rsid w:val="00E724B3"/>
    <w:rsid w:val="00E7582C"/>
    <w:rsid w:val="00E815B5"/>
    <w:rsid w:val="00E822B4"/>
    <w:rsid w:val="00E8657B"/>
    <w:rsid w:val="00E87F1A"/>
    <w:rsid w:val="00E92172"/>
    <w:rsid w:val="00E9232C"/>
    <w:rsid w:val="00E92924"/>
    <w:rsid w:val="00E933F2"/>
    <w:rsid w:val="00E93471"/>
    <w:rsid w:val="00E93B52"/>
    <w:rsid w:val="00EA04FA"/>
    <w:rsid w:val="00EA511A"/>
    <w:rsid w:val="00EA5E4D"/>
    <w:rsid w:val="00EA6D47"/>
    <w:rsid w:val="00EB154D"/>
    <w:rsid w:val="00EB18CE"/>
    <w:rsid w:val="00EB4BE7"/>
    <w:rsid w:val="00EB4D66"/>
    <w:rsid w:val="00EB4EB2"/>
    <w:rsid w:val="00EB590C"/>
    <w:rsid w:val="00EB59A2"/>
    <w:rsid w:val="00EB682A"/>
    <w:rsid w:val="00EC2965"/>
    <w:rsid w:val="00EC2C72"/>
    <w:rsid w:val="00EC680F"/>
    <w:rsid w:val="00ED24D0"/>
    <w:rsid w:val="00ED2C18"/>
    <w:rsid w:val="00ED3BD8"/>
    <w:rsid w:val="00ED4783"/>
    <w:rsid w:val="00ED51D3"/>
    <w:rsid w:val="00EE0C4E"/>
    <w:rsid w:val="00EE1187"/>
    <w:rsid w:val="00EE15B6"/>
    <w:rsid w:val="00EE3A26"/>
    <w:rsid w:val="00EF128A"/>
    <w:rsid w:val="00EF462E"/>
    <w:rsid w:val="00EF482A"/>
    <w:rsid w:val="00EF531D"/>
    <w:rsid w:val="00EF6DC1"/>
    <w:rsid w:val="00EF771C"/>
    <w:rsid w:val="00EF7E1F"/>
    <w:rsid w:val="00F043BE"/>
    <w:rsid w:val="00F058A8"/>
    <w:rsid w:val="00F06438"/>
    <w:rsid w:val="00F06E49"/>
    <w:rsid w:val="00F071DE"/>
    <w:rsid w:val="00F1379F"/>
    <w:rsid w:val="00F14139"/>
    <w:rsid w:val="00F14857"/>
    <w:rsid w:val="00F20261"/>
    <w:rsid w:val="00F2186D"/>
    <w:rsid w:val="00F2375C"/>
    <w:rsid w:val="00F24794"/>
    <w:rsid w:val="00F2685D"/>
    <w:rsid w:val="00F30FD6"/>
    <w:rsid w:val="00F34412"/>
    <w:rsid w:val="00F351E2"/>
    <w:rsid w:val="00F3602C"/>
    <w:rsid w:val="00F40682"/>
    <w:rsid w:val="00F4740A"/>
    <w:rsid w:val="00F51E37"/>
    <w:rsid w:val="00F54BF1"/>
    <w:rsid w:val="00F56D1F"/>
    <w:rsid w:val="00F616F4"/>
    <w:rsid w:val="00F63B1E"/>
    <w:rsid w:val="00F649F9"/>
    <w:rsid w:val="00F669C6"/>
    <w:rsid w:val="00F67897"/>
    <w:rsid w:val="00F67A43"/>
    <w:rsid w:val="00F721F1"/>
    <w:rsid w:val="00F728A3"/>
    <w:rsid w:val="00F77D57"/>
    <w:rsid w:val="00F83CD5"/>
    <w:rsid w:val="00F848B0"/>
    <w:rsid w:val="00F85402"/>
    <w:rsid w:val="00F8585A"/>
    <w:rsid w:val="00F86229"/>
    <w:rsid w:val="00F87124"/>
    <w:rsid w:val="00F8724F"/>
    <w:rsid w:val="00F9054C"/>
    <w:rsid w:val="00F92AD1"/>
    <w:rsid w:val="00F933A1"/>
    <w:rsid w:val="00F93623"/>
    <w:rsid w:val="00F9377B"/>
    <w:rsid w:val="00F93B78"/>
    <w:rsid w:val="00F948E4"/>
    <w:rsid w:val="00F955EF"/>
    <w:rsid w:val="00F97B7B"/>
    <w:rsid w:val="00FA028E"/>
    <w:rsid w:val="00FA0E26"/>
    <w:rsid w:val="00FA1100"/>
    <w:rsid w:val="00FA3554"/>
    <w:rsid w:val="00FA4FB6"/>
    <w:rsid w:val="00FA52FE"/>
    <w:rsid w:val="00FA5870"/>
    <w:rsid w:val="00FA79C8"/>
    <w:rsid w:val="00FB06A4"/>
    <w:rsid w:val="00FB26B6"/>
    <w:rsid w:val="00FB7B78"/>
    <w:rsid w:val="00FC312B"/>
    <w:rsid w:val="00FC445D"/>
    <w:rsid w:val="00FC44CD"/>
    <w:rsid w:val="00FC5AD9"/>
    <w:rsid w:val="00FC5F74"/>
    <w:rsid w:val="00FC609D"/>
    <w:rsid w:val="00FC6326"/>
    <w:rsid w:val="00FC6D53"/>
    <w:rsid w:val="00FD1EBF"/>
    <w:rsid w:val="00FD2BA1"/>
    <w:rsid w:val="00FD303B"/>
    <w:rsid w:val="00FD3C58"/>
    <w:rsid w:val="00FD498D"/>
    <w:rsid w:val="00FD5CAE"/>
    <w:rsid w:val="00FD6935"/>
    <w:rsid w:val="00FD734A"/>
    <w:rsid w:val="00FE0125"/>
    <w:rsid w:val="00FE28F6"/>
    <w:rsid w:val="00FE4BA2"/>
    <w:rsid w:val="00FE6EBA"/>
    <w:rsid w:val="00FF0273"/>
    <w:rsid w:val="00FF0DFD"/>
    <w:rsid w:val="00FF1247"/>
    <w:rsid w:val="00FF22C1"/>
    <w:rsid w:val="00FF341B"/>
    <w:rsid w:val="00FF379D"/>
    <w:rsid w:val="00FF4037"/>
    <w:rsid w:val="00FF6B84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2C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0362C5"/>
    <w:rPr>
      <w:rFonts w:cs="Times New Roman"/>
    </w:rPr>
  </w:style>
  <w:style w:type="paragraph" w:styleId="BodyText">
    <w:name w:val="Body Text"/>
    <w:aliases w:val="Tekst podstawow.(F2),(F2)"/>
    <w:basedOn w:val="Normal"/>
    <w:link w:val="BodyTextChar"/>
    <w:uiPriority w:val="99"/>
    <w:rsid w:val="000362C5"/>
    <w:pPr>
      <w:widowControl w:val="0"/>
    </w:pPr>
    <w:rPr>
      <w:b/>
      <w:bCs/>
    </w:rPr>
  </w:style>
  <w:style w:type="character" w:customStyle="1" w:styleId="BodyTextChar">
    <w:name w:val="Body Text Char"/>
    <w:aliases w:val="Tekst podstawow.(F2) Char,(F2) Char"/>
    <w:basedOn w:val="DefaultParagraphFont"/>
    <w:link w:val="BodyText"/>
    <w:uiPriority w:val="99"/>
    <w:locked/>
    <w:rsid w:val="000362C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0362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62C5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Bezodstpw1">
    <w:name w:val="Bez odstępów1"/>
    <w:uiPriority w:val="99"/>
    <w:rsid w:val="000362C5"/>
    <w:rPr>
      <w:rFonts w:eastAsia="Times New Roman"/>
    </w:rPr>
  </w:style>
  <w:style w:type="paragraph" w:styleId="FootnoteText">
    <w:name w:val="footnote text"/>
    <w:aliases w:val="Tekst przypisu"/>
    <w:basedOn w:val="Normal"/>
    <w:link w:val="FootnoteTextChar"/>
    <w:uiPriority w:val="99"/>
    <w:semiHidden/>
    <w:rsid w:val="000362C5"/>
    <w:pPr>
      <w:widowControl w:val="0"/>
      <w:suppressAutoHyphens w:val="0"/>
    </w:pPr>
    <w:rPr>
      <w:sz w:val="20"/>
      <w:szCs w:val="20"/>
      <w:lang w:eastAsia="pl-PL"/>
    </w:rPr>
  </w:style>
  <w:style w:type="character" w:customStyle="1" w:styleId="FootnoteTextChar">
    <w:name w:val="Footnote Text Char"/>
    <w:aliases w:val="Tekst przypisu Char"/>
    <w:basedOn w:val="DefaultParagraphFont"/>
    <w:link w:val="FootnoteText"/>
    <w:uiPriority w:val="99"/>
    <w:semiHidden/>
    <w:locked/>
    <w:rsid w:val="000362C5"/>
    <w:rPr>
      <w:rFonts w:ascii="Times New Roman" w:hAnsi="Times New Roman" w:cs="Times New Roman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431</Words>
  <Characters>2587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Marcisz</cp:lastModifiedBy>
  <cp:revision>8</cp:revision>
  <dcterms:created xsi:type="dcterms:W3CDTF">2016-10-26T09:57:00Z</dcterms:created>
  <dcterms:modified xsi:type="dcterms:W3CDTF">2016-11-08T10:21:00Z</dcterms:modified>
</cp:coreProperties>
</file>